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pStyle w:val="Zkladntextodsazen"/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0D7C27" w:rsidRDefault="000D7C27">
      <w:pPr>
        <w:ind w:firstLine="284"/>
        <w:jc w:val="center"/>
        <w:rPr>
          <w:b/>
          <w:snapToGrid w:val="0"/>
          <w:sz w:val="38"/>
          <w:szCs w:val="38"/>
        </w:rPr>
      </w:pPr>
      <w:r w:rsidRPr="000D7C27">
        <w:rPr>
          <w:b/>
          <w:snapToGrid w:val="0"/>
          <w:sz w:val="38"/>
          <w:szCs w:val="38"/>
        </w:rPr>
        <w:t xml:space="preserve">Speciální ZŠ, MŠ a praktická škola Ústí nad Orlicí </w:t>
      </w:r>
    </w:p>
    <w:p w:rsidR="002D2059" w:rsidRPr="000D7C27" w:rsidRDefault="000D7C27">
      <w:pPr>
        <w:ind w:firstLine="284"/>
        <w:jc w:val="center"/>
        <w:rPr>
          <w:b/>
          <w:snapToGrid w:val="0"/>
          <w:sz w:val="38"/>
          <w:szCs w:val="38"/>
        </w:rPr>
      </w:pPr>
      <w:r w:rsidRPr="000D7C27">
        <w:rPr>
          <w:b/>
          <w:snapToGrid w:val="0"/>
          <w:sz w:val="38"/>
          <w:szCs w:val="38"/>
        </w:rPr>
        <w:t>- půdní vestavba a rekonstrukce WC</w:t>
      </w:r>
    </w:p>
    <w:p w:rsidR="002D2059" w:rsidRDefault="002D2059">
      <w:pPr>
        <w:pStyle w:val="Zkladntextodsazen"/>
      </w:pPr>
    </w:p>
    <w:p w:rsidR="002D2059" w:rsidRDefault="002D2059">
      <w:pPr>
        <w:pStyle w:val="Zkladntextodsazen"/>
      </w:pPr>
    </w:p>
    <w:p w:rsidR="002D2059" w:rsidRDefault="002D2059">
      <w:pPr>
        <w:ind w:firstLine="284"/>
        <w:jc w:val="center"/>
        <w:rPr>
          <w:b/>
          <w:snapToGrid w:val="0"/>
          <w:sz w:val="40"/>
        </w:rPr>
      </w:pPr>
    </w:p>
    <w:p w:rsidR="002D2059" w:rsidRDefault="002D2059">
      <w:pPr>
        <w:ind w:firstLine="284"/>
        <w:jc w:val="center"/>
        <w:rPr>
          <w:b/>
          <w:snapToGrid w:val="0"/>
          <w:sz w:val="40"/>
        </w:rPr>
      </w:pPr>
    </w:p>
    <w:p w:rsidR="002D2059" w:rsidRPr="00D8517C" w:rsidRDefault="00D8517C" w:rsidP="00D8517C">
      <w:pPr>
        <w:pStyle w:val="Odstavecseseznamem"/>
        <w:numPr>
          <w:ilvl w:val="0"/>
          <w:numId w:val="35"/>
        </w:numPr>
        <w:jc w:val="center"/>
        <w:rPr>
          <w:b/>
          <w:snapToGrid w:val="0"/>
          <w:sz w:val="40"/>
        </w:rPr>
      </w:pPr>
      <w:r>
        <w:rPr>
          <w:b/>
          <w:snapToGrid w:val="0"/>
          <w:sz w:val="40"/>
        </w:rPr>
        <w:t xml:space="preserve"> PRŮVODNÍ ZPRÁVA</w:t>
      </w:r>
    </w:p>
    <w:p w:rsidR="002D2059" w:rsidRDefault="002D2059">
      <w:pPr>
        <w:ind w:firstLine="284"/>
        <w:jc w:val="center"/>
        <w:rPr>
          <w:snapToGrid w:val="0"/>
          <w:sz w:val="28"/>
        </w:rPr>
      </w:pPr>
    </w:p>
    <w:p w:rsidR="002D2059" w:rsidRDefault="002D2059">
      <w:pPr>
        <w:ind w:firstLine="284"/>
        <w:jc w:val="center"/>
        <w:rPr>
          <w:snapToGrid w:val="0"/>
          <w:sz w:val="28"/>
        </w:rPr>
      </w:pPr>
    </w:p>
    <w:p w:rsidR="002D2059" w:rsidRDefault="002D2059">
      <w:pPr>
        <w:jc w:val="center"/>
        <w:rPr>
          <w:rFonts w:cs="Arial"/>
          <w:b/>
          <w:bCs/>
          <w:sz w:val="32"/>
        </w:rPr>
      </w:pPr>
    </w:p>
    <w:p w:rsidR="00913EF0" w:rsidRDefault="00162E7C" w:rsidP="00AD2975">
      <w:pPr>
        <w:pStyle w:val="xl31"/>
        <w:spacing w:before="0" w:beforeAutospacing="0" w:after="0" w:afterAutospacing="0"/>
        <w:textAlignment w:val="auto"/>
        <w:rPr>
          <w:rFonts w:eastAsia="Times New Roman" w:cs="Arial"/>
        </w:rPr>
      </w:pPr>
      <w:r>
        <w:rPr>
          <w:rFonts w:eastAsia="Times New Roman" w:cs="Arial"/>
        </w:rPr>
        <w:t>Projektová d</w:t>
      </w:r>
      <w:r w:rsidR="00AD2975">
        <w:rPr>
          <w:rFonts w:eastAsia="Times New Roman" w:cs="Arial"/>
        </w:rPr>
        <w:t xml:space="preserve">okumentace </w:t>
      </w:r>
      <w:r w:rsidR="00913EF0" w:rsidRPr="00913EF0">
        <w:rPr>
          <w:rFonts w:eastAsia="Times New Roman" w:cs="Arial"/>
        </w:rPr>
        <w:t xml:space="preserve">pro </w:t>
      </w:r>
      <w:r>
        <w:rPr>
          <w:rFonts w:eastAsia="Times New Roman" w:cs="Arial"/>
        </w:rPr>
        <w:t>provádění stavby</w:t>
      </w:r>
      <w:r w:rsidR="00913EF0">
        <w:rPr>
          <w:rFonts w:eastAsia="Times New Roman" w:cs="Arial"/>
        </w:rPr>
        <w:t xml:space="preserve"> </w:t>
      </w:r>
    </w:p>
    <w:p w:rsidR="00AD2975" w:rsidRDefault="00DB08B6" w:rsidP="00AD2975">
      <w:pPr>
        <w:pStyle w:val="xl31"/>
        <w:spacing w:before="0" w:beforeAutospacing="0" w:after="0" w:afterAutospacing="0"/>
        <w:textAlignment w:val="auto"/>
        <w:rPr>
          <w:rFonts w:eastAsia="Times New Roman" w:cs="Arial"/>
        </w:rPr>
      </w:pPr>
      <w:proofErr w:type="gramStart"/>
      <w:r>
        <w:rPr>
          <w:rFonts w:eastAsia="Times New Roman" w:cs="Arial"/>
        </w:rPr>
        <w:t xml:space="preserve">dle </w:t>
      </w:r>
      <w:r w:rsidR="00913EF0" w:rsidRPr="00913EF0">
        <w:rPr>
          <w:rFonts w:eastAsia="Times New Roman" w:cs="Arial"/>
        </w:rPr>
        <w:t xml:space="preserve"> §</w:t>
      </w:r>
      <w:r w:rsidR="00162E7C">
        <w:rPr>
          <w:rFonts w:eastAsia="Times New Roman" w:cs="Arial"/>
        </w:rPr>
        <w:t>134</w:t>
      </w:r>
      <w:proofErr w:type="gramEnd"/>
      <w:r w:rsidR="00913EF0" w:rsidRPr="00913EF0">
        <w:rPr>
          <w:rFonts w:eastAsia="Times New Roman" w:cs="Arial"/>
        </w:rPr>
        <w:t xml:space="preserve"> odst. 7 </w:t>
      </w:r>
      <w:r w:rsidRPr="00DB08B6">
        <w:rPr>
          <w:rFonts w:eastAsia="Times New Roman" w:cs="Arial"/>
        </w:rPr>
        <w:t>stavebního zákona</w:t>
      </w:r>
      <w:r>
        <w:rPr>
          <w:rFonts w:eastAsia="Times New Roman" w:cs="Arial"/>
        </w:rPr>
        <w:t xml:space="preserve"> č. 183/2006 Sb.</w:t>
      </w:r>
    </w:p>
    <w:p w:rsidR="002D2059" w:rsidRDefault="002D2059">
      <w:pPr>
        <w:jc w:val="center"/>
        <w:rPr>
          <w:snapToGrid w:val="0"/>
          <w:sz w:val="28"/>
        </w:rPr>
      </w:pPr>
    </w:p>
    <w:p w:rsidR="002D2059" w:rsidRDefault="002D2059">
      <w:pPr>
        <w:jc w:val="center"/>
        <w:rPr>
          <w:snapToGrid w:val="0"/>
          <w:sz w:val="28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pStyle w:val="Zhlav"/>
        <w:tabs>
          <w:tab w:val="clear" w:pos="4536"/>
          <w:tab w:val="clear" w:pos="9072"/>
        </w:tabs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pStyle w:val="Zhlav"/>
        <w:tabs>
          <w:tab w:val="clear" w:pos="4536"/>
          <w:tab w:val="clear" w:pos="9072"/>
        </w:tabs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pStyle w:val="Zkladntextodsazen"/>
      </w:pPr>
    </w:p>
    <w:p w:rsidR="002D2059" w:rsidRDefault="002D2059">
      <w:pPr>
        <w:pStyle w:val="Zkladntextodsazen"/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 w:rsidP="00D8517C">
      <w:pPr>
        <w:jc w:val="left"/>
        <w:rPr>
          <w:snapToGrid w:val="0"/>
        </w:rPr>
      </w:pPr>
      <w:r>
        <w:rPr>
          <w:snapToGrid w:val="0"/>
        </w:rPr>
        <w:t xml:space="preserve">v Ústí nad Orlicí  </w:t>
      </w:r>
      <w:r w:rsidR="00D8517C">
        <w:rPr>
          <w:snapToGrid w:val="0"/>
        </w:rPr>
        <w:t xml:space="preserve"> </w:t>
      </w:r>
      <w:r w:rsidR="00112B29">
        <w:rPr>
          <w:snapToGrid w:val="0"/>
        </w:rPr>
        <w:t>0</w:t>
      </w:r>
      <w:r w:rsidR="00CC5ACF">
        <w:rPr>
          <w:snapToGrid w:val="0"/>
        </w:rPr>
        <w:t>5</w:t>
      </w:r>
      <w:r w:rsidR="00112B29">
        <w:rPr>
          <w:snapToGrid w:val="0"/>
        </w:rPr>
        <w:t>/2019</w:t>
      </w:r>
      <w:r>
        <w:rPr>
          <w:snapToGrid w:val="0"/>
        </w:rPr>
        <w:tab/>
      </w:r>
      <w:r>
        <w:rPr>
          <w:snapToGrid w:val="0"/>
        </w:rPr>
        <w:tab/>
      </w:r>
      <w:r w:rsidR="00D8517C">
        <w:rPr>
          <w:snapToGrid w:val="0"/>
        </w:rPr>
        <w:tab/>
      </w:r>
      <w:r w:rsidR="00D8517C">
        <w:rPr>
          <w:snapToGrid w:val="0"/>
        </w:rPr>
        <w:tab/>
      </w:r>
      <w:r>
        <w:rPr>
          <w:snapToGrid w:val="0"/>
        </w:rPr>
        <w:t>Projekční kancelář Žižkov s.r.o.  Ústí nad Orlicí</w:t>
      </w:r>
    </w:p>
    <w:p w:rsidR="00913EF0" w:rsidRPr="00913EF0" w:rsidRDefault="00913EF0" w:rsidP="00913EF0">
      <w:pPr>
        <w:pStyle w:val="Zkladntextodsazen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>Ing. Tomáš Doleček</w:t>
      </w:r>
    </w:p>
    <w:p w:rsidR="00D8517C" w:rsidRDefault="002D2059" w:rsidP="00D8517C">
      <w:r>
        <w:br w:type="page"/>
      </w:r>
    </w:p>
    <w:p w:rsidR="009A4733" w:rsidRDefault="009A4733" w:rsidP="00F76013">
      <w:pPr>
        <w:pStyle w:val="Normlntext"/>
        <w:sectPr w:rsidR="009A4733">
          <w:footerReference w:type="even" r:id="rId8"/>
          <w:footerReference w:type="default" r:id="rId9"/>
          <w:pgSz w:w="11906" w:h="16838" w:code="9"/>
          <w:pgMar w:top="1304" w:right="907" w:bottom="1531" w:left="1134" w:header="851" w:footer="794" w:gutter="454"/>
          <w:cols w:space="708"/>
          <w:titlePg/>
          <w:docGrid w:linePitch="245"/>
        </w:sectPr>
      </w:pPr>
    </w:p>
    <w:p w:rsidR="006D28CC" w:rsidRPr="005379BB" w:rsidRDefault="006D28CC" w:rsidP="0005366B">
      <w:pPr>
        <w:pStyle w:val="Nadpis1"/>
        <w:numPr>
          <w:ilvl w:val="0"/>
          <w:numId w:val="27"/>
        </w:numPr>
      </w:pPr>
      <w:bookmarkStart w:id="1" w:name="_Toc526947424"/>
      <w:r w:rsidRPr="005379BB">
        <w:lastRenderedPageBreak/>
        <w:t>Průvodní zpráva</w:t>
      </w:r>
      <w:bookmarkEnd w:id="1"/>
      <w:r w:rsidRPr="005379BB">
        <w:t xml:space="preserve"> </w:t>
      </w:r>
    </w:p>
    <w:p w:rsidR="006D28CC" w:rsidRPr="005379BB" w:rsidRDefault="006D28CC" w:rsidP="0005366B">
      <w:pPr>
        <w:pStyle w:val="Nadpis2"/>
      </w:pPr>
      <w:bookmarkStart w:id="2" w:name="_Toc526947425"/>
      <w:r w:rsidRPr="005379BB">
        <w:t>Identifikační údaje</w:t>
      </w:r>
      <w:bookmarkEnd w:id="2"/>
      <w:r w:rsidRPr="005379BB">
        <w:t xml:space="preserve"> </w:t>
      </w:r>
    </w:p>
    <w:p w:rsidR="006D28CC" w:rsidRPr="005379BB" w:rsidRDefault="006D28CC" w:rsidP="005379BB">
      <w:pPr>
        <w:pStyle w:val="Nadpis3"/>
      </w:pPr>
      <w:bookmarkStart w:id="3" w:name="_Toc526947426"/>
      <w:r w:rsidRPr="005379BB">
        <w:t>Údaje o stavbě</w:t>
      </w:r>
      <w:bookmarkEnd w:id="3"/>
      <w:r w:rsidRPr="005379BB">
        <w:t xml:space="preserve"> </w:t>
      </w:r>
    </w:p>
    <w:p w:rsidR="00DB08B6" w:rsidRDefault="00913EF0" w:rsidP="00DB08B6">
      <w:pPr>
        <w:pStyle w:val="TZNadpis4"/>
        <w:numPr>
          <w:ilvl w:val="0"/>
          <w:numId w:val="11"/>
        </w:numPr>
      </w:pPr>
      <w:r>
        <w:t>název stavby</w:t>
      </w:r>
    </w:p>
    <w:p w:rsidR="00913EF0" w:rsidRPr="00913EF0" w:rsidRDefault="00913EF0" w:rsidP="00913EF0">
      <w:pPr>
        <w:pStyle w:val="Normlntext"/>
        <w:rPr>
          <w:b/>
        </w:rPr>
      </w:pPr>
      <w:r w:rsidRPr="00913EF0">
        <w:rPr>
          <w:b/>
        </w:rPr>
        <w:t>Speciální ZŠ, MŠ a praktická škola Ústí nad Orlicí - půdní vestavba a rekonstrukce WC</w:t>
      </w:r>
    </w:p>
    <w:p w:rsidR="00DB08B6" w:rsidRDefault="00DB08B6" w:rsidP="00DB08B6">
      <w:pPr>
        <w:pStyle w:val="TZNadpis4"/>
        <w:numPr>
          <w:ilvl w:val="0"/>
          <w:numId w:val="11"/>
        </w:numPr>
      </w:pPr>
      <w:r>
        <w:t>místo stavby (adresa, čísla popisná, katastrální</w:t>
      </w:r>
      <w:r w:rsidR="00913EF0">
        <w:t xml:space="preserve"> území, parcelní čísla pozemků)</w:t>
      </w:r>
    </w:p>
    <w:p w:rsidR="00913EF0" w:rsidRDefault="00913EF0" w:rsidP="00913EF0">
      <w:pPr>
        <w:pStyle w:val="Normlntext"/>
      </w:pPr>
      <w:r w:rsidRPr="00913EF0">
        <w:t>Adresní místa:</w:t>
      </w:r>
      <w:r w:rsidRPr="00913EF0">
        <w:tab/>
      </w:r>
      <w:r>
        <w:tab/>
      </w:r>
      <w:r w:rsidRPr="00913EF0">
        <w:t>Lázeňská č. p. 206</w:t>
      </w:r>
    </w:p>
    <w:p w:rsidR="00913EF0" w:rsidRDefault="00913EF0" w:rsidP="00913EF0">
      <w:pPr>
        <w:pStyle w:val="Normlntext"/>
      </w:pPr>
      <w:r w:rsidRPr="00913EF0">
        <w:t>Katastrální území:</w:t>
      </w:r>
      <w:r w:rsidRPr="00913EF0">
        <w:tab/>
        <w:t>Ústí nad Orlicí [775274]</w:t>
      </w:r>
    </w:p>
    <w:p w:rsidR="00913EF0" w:rsidRPr="00913EF0" w:rsidRDefault="00913EF0" w:rsidP="00913EF0">
      <w:pPr>
        <w:pStyle w:val="Normlntext"/>
      </w:pPr>
      <w:r w:rsidRPr="00913EF0">
        <w:t>Parcelní čísl</w:t>
      </w:r>
      <w:r>
        <w:t>a</w:t>
      </w:r>
      <w:r w:rsidRPr="00913EF0">
        <w:t>:</w:t>
      </w:r>
      <w:r w:rsidRPr="00913EF0">
        <w:tab/>
      </w:r>
      <w:r>
        <w:tab/>
      </w:r>
      <w:r w:rsidRPr="00913EF0">
        <w:t>st. 471</w:t>
      </w:r>
      <w:r>
        <w:t>, 2169/1</w:t>
      </w:r>
    </w:p>
    <w:p w:rsidR="0008465F" w:rsidRDefault="00DB08B6" w:rsidP="00DB08B6">
      <w:pPr>
        <w:pStyle w:val="TZNadpis4"/>
        <w:numPr>
          <w:ilvl w:val="0"/>
          <w:numId w:val="11"/>
        </w:numPr>
      </w:pPr>
      <w:r>
        <w:t>předmět projektové dokumentace - nová stavba nebo změna dokončené stavby, trvalá nebo doča</w:t>
      </w:r>
      <w:r w:rsidR="00913EF0">
        <w:t>sná stavba, účel užívání stavby:</w:t>
      </w:r>
    </w:p>
    <w:p w:rsidR="00BB3362" w:rsidRDefault="00913EF0" w:rsidP="00BB3362">
      <w:pPr>
        <w:pStyle w:val="Normlntext"/>
      </w:pPr>
      <w:r>
        <w:t>Předmětem realizace je půdní vestavba odborných učeben pro ergoterapii, IT,</w:t>
      </w:r>
      <w:r w:rsidR="00965BF3">
        <w:t xml:space="preserve"> </w:t>
      </w:r>
      <w:r>
        <w:t xml:space="preserve">muzikoterapii, </w:t>
      </w:r>
      <w:proofErr w:type="spellStart"/>
      <w:r>
        <w:t>multisenzoriální</w:t>
      </w:r>
      <w:proofErr w:type="spellEnd"/>
      <w:r>
        <w:t xml:space="preserve"> učebna a učebna pro žáky s autismem, zázemí pro</w:t>
      </w:r>
      <w:r w:rsidR="00965BF3">
        <w:t xml:space="preserve"> </w:t>
      </w:r>
      <w:r>
        <w:t>učitele a bezbariérové WC v 3. budově školy. Kromě vlastní úpravy podkrovního</w:t>
      </w:r>
      <w:r w:rsidR="00965BF3">
        <w:t xml:space="preserve"> </w:t>
      </w:r>
      <w:r>
        <w:t>prostoru si využití 4. NP vyžádá přístavbu krytého únikového schodiště na štítu</w:t>
      </w:r>
      <w:r w:rsidR="00965BF3">
        <w:t xml:space="preserve"> </w:t>
      </w:r>
      <w:r>
        <w:t>budovy. Součástí projektu bude rovněž vybavení učeben. V rámci projektu bude</w:t>
      </w:r>
      <w:r w:rsidR="00965BF3">
        <w:t xml:space="preserve"> </w:t>
      </w:r>
      <w:r>
        <w:t>rovněž řešena rekonstrukce WC s vybudováním bezbariérové kabiny v přízemí 2.</w:t>
      </w:r>
      <w:r w:rsidR="00965BF3">
        <w:t xml:space="preserve"> </w:t>
      </w:r>
      <w:r>
        <w:t xml:space="preserve">budovy školy. </w:t>
      </w:r>
    </w:p>
    <w:p w:rsidR="00BB3362" w:rsidRDefault="00BB3362" w:rsidP="00BB3362">
      <w:pPr>
        <w:pStyle w:val="TZNadpis4"/>
        <w:numPr>
          <w:ilvl w:val="0"/>
          <w:numId w:val="11"/>
        </w:numPr>
      </w:pPr>
      <w:r>
        <w:t>Zatřídění stavby</w:t>
      </w:r>
    </w:p>
    <w:p w:rsidR="00BB3362" w:rsidRDefault="00BB3362" w:rsidP="00BB3362">
      <w:pPr>
        <w:pStyle w:val="Normlntext"/>
      </w:pPr>
      <w:r>
        <w:t>Klasifikace produkce CZ-CPA (2015):</w:t>
      </w:r>
    </w:p>
    <w:tbl>
      <w:tblPr>
        <w:tblW w:w="7514" w:type="dxa"/>
        <w:tblInd w:w="1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6214"/>
      </w:tblGrid>
      <w:tr w:rsidR="00BB3362" w:rsidRPr="00BB3362" w:rsidTr="00BB3362">
        <w:trPr>
          <w:trHeight w:val="51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bCs/>
                <w:szCs w:val="18"/>
              </w:rPr>
            </w:pPr>
            <w:r w:rsidRPr="00BB3362">
              <w:rPr>
                <w:rFonts w:cs="Arial"/>
                <w:bCs/>
                <w:szCs w:val="18"/>
              </w:rPr>
              <w:t>41.00.28</w:t>
            </w:r>
          </w:p>
        </w:tc>
        <w:tc>
          <w:tcPr>
            <w:tcW w:w="6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szCs w:val="18"/>
              </w:rPr>
            </w:pPr>
            <w:r w:rsidRPr="00BB3362">
              <w:rPr>
                <w:rFonts w:cs="Arial"/>
                <w:szCs w:val="18"/>
              </w:rPr>
              <w:t>Budovy určené pro společenské a kulturní účely, sport, vzdělávání, zdravotnictví, ústavní péči nebo církevní účely</w:t>
            </w:r>
          </w:p>
        </w:tc>
      </w:tr>
    </w:tbl>
    <w:p w:rsidR="007E4D3E" w:rsidRDefault="007E4D3E" w:rsidP="00BB3362">
      <w:pPr>
        <w:pStyle w:val="Normlntext"/>
      </w:pPr>
    </w:p>
    <w:p w:rsidR="00BB3362" w:rsidRDefault="00BB3362" w:rsidP="00BB3362">
      <w:pPr>
        <w:pStyle w:val="Normlntext"/>
      </w:pPr>
      <w:r w:rsidRPr="00BB3362">
        <w:t>Klasifikace stavebních děl CZ-CC</w:t>
      </w:r>
      <w:r>
        <w:t xml:space="preserve"> (2019):</w:t>
      </w:r>
    </w:p>
    <w:tbl>
      <w:tblPr>
        <w:tblW w:w="9537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154"/>
        <w:gridCol w:w="346"/>
        <w:gridCol w:w="154"/>
        <w:gridCol w:w="446"/>
        <w:gridCol w:w="54"/>
        <w:gridCol w:w="600"/>
        <w:gridCol w:w="960"/>
        <w:gridCol w:w="103"/>
        <w:gridCol w:w="4440"/>
        <w:gridCol w:w="960"/>
        <w:gridCol w:w="200"/>
        <w:gridCol w:w="960"/>
      </w:tblGrid>
      <w:tr w:rsidR="00BB3362" w:rsidRPr="00BB3362" w:rsidTr="007E4D3E">
        <w:trPr>
          <w:gridBefore w:val="2"/>
          <w:gridAfter w:val="2"/>
          <w:wBefore w:w="314" w:type="dxa"/>
          <w:wAfter w:w="1160" w:type="dxa"/>
          <w:trHeight w:val="255"/>
        </w:trPr>
        <w:tc>
          <w:tcPr>
            <w:tcW w:w="25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362" w:rsidRPr="00BB3362" w:rsidRDefault="00BB3362" w:rsidP="007E4D3E">
            <w:pPr>
              <w:jc w:val="left"/>
              <w:rPr>
                <w:rFonts w:cs="Arial"/>
                <w:bCs/>
                <w:szCs w:val="18"/>
              </w:rPr>
            </w:pPr>
            <w:r w:rsidRPr="00BB3362">
              <w:rPr>
                <w:rFonts w:cs="Arial"/>
                <w:bCs/>
                <w:szCs w:val="18"/>
              </w:rPr>
              <w:t>Kód CZ-CC</w:t>
            </w:r>
          </w:p>
        </w:tc>
        <w:tc>
          <w:tcPr>
            <w:tcW w:w="4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362" w:rsidRPr="00BB3362" w:rsidRDefault="00BB3362" w:rsidP="00BB3362">
            <w:pPr>
              <w:jc w:val="center"/>
              <w:rPr>
                <w:rFonts w:cs="Arial"/>
                <w:bCs/>
                <w:szCs w:val="18"/>
              </w:rPr>
            </w:pPr>
            <w:r w:rsidRPr="00BB3362">
              <w:rPr>
                <w:rFonts w:cs="Arial"/>
                <w:bCs/>
                <w:szCs w:val="18"/>
              </w:rPr>
              <w:t>Text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362" w:rsidRPr="00BB3362" w:rsidRDefault="00BB3362" w:rsidP="00BB3362">
            <w:pPr>
              <w:jc w:val="center"/>
              <w:rPr>
                <w:rFonts w:cs="Arial"/>
                <w:bCs/>
                <w:szCs w:val="18"/>
              </w:rPr>
            </w:pPr>
            <w:r w:rsidRPr="00BB3362">
              <w:rPr>
                <w:rFonts w:cs="Arial"/>
                <w:bCs/>
                <w:szCs w:val="18"/>
              </w:rPr>
              <w:t>CPC</w:t>
            </w:r>
          </w:p>
        </w:tc>
      </w:tr>
      <w:tr w:rsidR="00BB3362" w:rsidRPr="00BB3362" w:rsidTr="007E4D3E">
        <w:trPr>
          <w:gridBefore w:val="2"/>
          <w:gridAfter w:val="2"/>
          <w:wBefore w:w="314" w:type="dxa"/>
          <w:wAfter w:w="1160" w:type="dxa"/>
          <w:trHeight w:val="105"/>
        </w:trPr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szCs w:val="18"/>
              </w:rPr>
            </w:pPr>
          </w:p>
        </w:tc>
        <w:tc>
          <w:tcPr>
            <w:tcW w:w="4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szCs w:val="18"/>
              </w:rPr>
            </w:pPr>
          </w:p>
        </w:tc>
      </w:tr>
      <w:tr w:rsidR="00BB3362" w:rsidRPr="00BB3362" w:rsidTr="007E4D3E">
        <w:trPr>
          <w:gridBefore w:val="2"/>
          <w:gridAfter w:val="2"/>
          <w:wBefore w:w="314" w:type="dxa"/>
          <w:wAfter w:w="1160" w:type="dxa"/>
          <w:trHeight w:val="315"/>
        </w:trPr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szCs w:val="18"/>
              </w:rPr>
            </w:pPr>
          </w:p>
        </w:tc>
        <w:tc>
          <w:tcPr>
            <w:tcW w:w="4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bCs/>
                <w:szCs w:val="18"/>
                <w:u w:val="single"/>
              </w:rPr>
            </w:pPr>
            <w:r w:rsidRPr="00BB3362">
              <w:rPr>
                <w:rFonts w:cs="Arial"/>
                <w:bCs/>
                <w:szCs w:val="18"/>
                <w:u w:val="single"/>
              </w:rPr>
              <w:t>SEKCE 1 - BUDOVY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szCs w:val="18"/>
              </w:rPr>
            </w:pPr>
          </w:p>
        </w:tc>
      </w:tr>
      <w:tr w:rsidR="00BB3362" w:rsidRPr="00BB3362" w:rsidTr="007E4D3E">
        <w:trPr>
          <w:gridBefore w:val="2"/>
          <w:gridAfter w:val="2"/>
          <w:wBefore w:w="314" w:type="dxa"/>
          <w:wAfter w:w="1160" w:type="dxa"/>
          <w:trHeight w:val="315"/>
        </w:trPr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3362" w:rsidRPr="00BB3362" w:rsidRDefault="00BB3362" w:rsidP="00BB3362">
            <w:pPr>
              <w:jc w:val="right"/>
              <w:rPr>
                <w:rFonts w:cs="Arial"/>
                <w:bCs/>
                <w:szCs w:val="18"/>
              </w:rPr>
            </w:pPr>
            <w:r w:rsidRPr="00BB3362">
              <w:rPr>
                <w:rFonts w:cs="Arial"/>
                <w:bCs/>
                <w:szCs w:val="18"/>
              </w:rPr>
              <w:t>12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szCs w:val="18"/>
              </w:rPr>
            </w:pPr>
          </w:p>
        </w:tc>
        <w:tc>
          <w:tcPr>
            <w:tcW w:w="4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bCs/>
                <w:szCs w:val="18"/>
              </w:rPr>
            </w:pPr>
            <w:r w:rsidRPr="00BB3362">
              <w:rPr>
                <w:rFonts w:cs="Arial"/>
                <w:bCs/>
                <w:szCs w:val="18"/>
              </w:rPr>
              <w:t>Budovy nebytové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szCs w:val="18"/>
              </w:rPr>
            </w:pPr>
          </w:p>
        </w:tc>
      </w:tr>
      <w:tr w:rsidR="00BB3362" w:rsidRPr="00BB3362" w:rsidTr="007E4D3E">
        <w:trPr>
          <w:gridBefore w:val="2"/>
          <w:gridAfter w:val="2"/>
          <w:wBefore w:w="314" w:type="dxa"/>
          <w:wAfter w:w="1160" w:type="dxa"/>
          <w:trHeight w:val="600"/>
        </w:trPr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3362" w:rsidRPr="00BB3362" w:rsidRDefault="00BB3362" w:rsidP="00BB3362">
            <w:pPr>
              <w:jc w:val="right"/>
              <w:rPr>
                <w:rFonts w:cs="Arial"/>
                <w:bCs/>
                <w:szCs w:val="18"/>
              </w:rPr>
            </w:pPr>
            <w:r w:rsidRPr="00BB3362">
              <w:rPr>
                <w:rFonts w:cs="Arial"/>
                <w:bCs/>
                <w:szCs w:val="18"/>
              </w:rPr>
              <w:t>126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szCs w:val="18"/>
              </w:rPr>
            </w:pPr>
          </w:p>
        </w:tc>
        <w:tc>
          <w:tcPr>
            <w:tcW w:w="4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bCs/>
                <w:szCs w:val="18"/>
              </w:rPr>
            </w:pPr>
            <w:r w:rsidRPr="00BB3362">
              <w:rPr>
                <w:rFonts w:cs="Arial"/>
                <w:bCs/>
                <w:szCs w:val="18"/>
              </w:rPr>
              <w:t xml:space="preserve">Budovy pro společenské a kulturní účely, výzkum, vzdělávání a zdravotnictví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szCs w:val="18"/>
              </w:rPr>
            </w:pPr>
          </w:p>
        </w:tc>
      </w:tr>
      <w:tr w:rsidR="00BB3362" w:rsidRPr="00BB3362" w:rsidTr="007E4D3E">
        <w:trPr>
          <w:gridBefore w:val="2"/>
          <w:gridAfter w:val="2"/>
          <w:wBefore w:w="314" w:type="dxa"/>
          <w:wAfter w:w="1160" w:type="dxa"/>
          <w:trHeight w:val="255"/>
        </w:trPr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3362" w:rsidRPr="00BB3362" w:rsidRDefault="00BB3362" w:rsidP="00BB3362">
            <w:pPr>
              <w:jc w:val="right"/>
              <w:rPr>
                <w:rFonts w:cs="Arial"/>
                <w:bCs/>
                <w:szCs w:val="18"/>
              </w:rPr>
            </w:pPr>
            <w:r w:rsidRPr="00BB3362">
              <w:rPr>
                <w:rFonts w:cs="Arial"/>
                <w:bCs/>
                <w:szCs w:val="18"/>
              </w:rPr>
              <w:t>1263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szCs w:val="18"/>
              </w:rPr>
            </w:pPr>
          </w:p>
        </w:tc>
        <w:tc>
          <w:tcPr>
            <w:tcW w:w="4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bCs/>
                <w:szCs w:val="18"/>
              </w:rPr>
            </w:pPr>
            <w:r w:rsidRPr="00BB3362">
              <w:rPr>
                <w:rFonts w:cs="Arial"/>
                <w:bCs/>
                <w:szCs w:val="18"/>
              </w:rPr>
              <w:t>Školy, univerzity a budovy pro výzkum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szCs w:val="18"/>
              </w:rPr>
            </w:pPr>
            <w:r w:rsidRPr="00BB3362">
              <w:rPr>
                <w:rFonts w:cs="Arial"/>
                <w:szCs w:val="18"/>
              </w:rPr>
              <w:t>52 125.č2</w:t>
            </w:r>
          </w:p>
        </w:tc>
      </w:tr>
      <w:tr w:rsidR="00BB3362" w:rsidRPr="00BB3362" w:rsidTr="007E4D3E">
        <w:trPr>
          <w:trHeight w:val="6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szCs w:val="18"/>
              </w:rPr>
            </w:pPr>
          </w:p>
        </w:tc>
        <w:tc>
          <w:tcPr>
            <w:tcW w:w="17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3362" w:rsidRPr="00BB3362" w:rsidRDefault="00BB3362" w:rsidP="007E4D3E">
            <w:pPr>
              <w:jc w:val="left"/>
              <w:rPr>
                <w:rFonts w:cs="Arial"/>
                <w:szCs w:val="18"/>
              </w:rPr>
            </w:pPr>
            <w:r w:rsidRPr="00BB3362">
              <w:rPr>
                <w:rFonts w:cs="Arial"/>
                <w:szCs w:val="18"/>
              </w:rPr>
              <w:t>126311</w:t>
            </w:r>
          </w:p>
        </w:tc>
        <w:tc>
          <w:tcPr>
            <w:tcW w:w="5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3362" w:rsidRPr="00BB3362" w:rsidRDefault="00BB3362" w:rsidP="00717B30">
            <w:pPr>
              <w:ind w:left="-70"/>
              <w:jc w:val="left"/>
              <w:rPr>
                <w:rFonts w:cs="Arial"/>
                <w:szCs w:val="18"/>
              </w:rPr>
            </w:pPr>
            <w:r w:rsidRPr="00BB3362">
              <w:rPr>
                <w:rFonts w:cs="Arial"/>
                <w:szCs w:val="18"/>
              </w:rPr>
              <w:t>Budovy škol a univerzit</w:t>
            </w:r>
            <w:r w:rsidR="007E4D3E">
              <w:rPr>
                <w:rFonts w:cs="Arial"/>
                <w:szCs w:val="18"/>
              </w:rPr>
              <w:t xml:space="preserve"> (ZT</w:t>
            </w:r>
            <w:r w:rsidR="00717B30">
              <w:rPr>
                <w:rFonts w:cs="Arial"/>
                <w:szCs w:val="18"/>
              </w:rPr>
              <w:t>+</w:t>
            </w:r>
            <w:r w:rsidR="007E4D3E">
              <w:rPr>
                <w:rFonts w:cs="Arial"/>
                <w:szCs w:val="18"/>
              </w:rPr>
              <w:t>N)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3362" w:rsidRPr="00BB3362" w:rsidRDefault="00BB3362" w:rsidP="00BB3362">
            <w:pPr>
              <w:jc w:val="left"/>
              <w:rPr>
                <w:rFonts w:cs="Arial"/>
                <w:szCs w:val="18"/>
              </w:rPr>
            </w:pPr>
          </w:p>
        </w:tc>
      </w:tr>
    </w:tbl>
    <w:p w:rsidR="00BB3362" w:rsidRPr="00BB3362" w:rsidRDefault="00BB3362" w:rsidP="00BB3362">
      <w:pPr>
        <w:pStyle w:val="Normlntext"/>
      </w:pPr>
    </w:p>
    <w:p w:rsidR="00862782" w:rsidRDefault="00862782" w:rsidP="00BB3362">
      <w:pPr>
        <w:pStyle w:val="Normlntext"/>
      </w:pPr>
    </w:p>
    <w:p w:rsidR="009E4723" w:rsidRDefault="00862782" w:rsidP="00FE37C8">
      <w:pPr>
        <w:pStyle w:val="Normlntext"/>
      </w:pPr>
      <w:r>
        <w:t>K</w:t>
      </w:r>
      <w:r w:rsidRPr="00862782">
        <w:t xml:space="preserve">lasifikace kódů </w:t>
      </w:r>
      <w:r w:rsidR="009E4723">
        <w:t xml:space="preserve">společného </w:t>
      </w:r>
      <w:r w:rsidR="00FE37C8">
        <w:t xml:space="preserve">slovníku pro zadávání veřejných zakázek CPV </w:t>
      </w:r>
    </w:p>
    <w:p w:rsidR="00BB3362" w:rsidRDefault="00FE37C8" w:rsidP="00FE37C8">
      <w:pPr>
        <w:pStyle w:val="Normlntext"/>
      </w:pPr>
      <w:r>
        <w:t>(</w:t>
      </w:r>
      <w:proofErr w:type="spellStart"/>
      <w:r w:rsidR="00862782" w:rsidRPr="00862782">
        <w:t>Common</w:t>
      </w:r>
      <w:proofErr w:type="spellEnd"/>
      <w:r w:rsidR="00862782" w:rsidRPr="00862782">
        <w:t xml:space="preserve"> </w:t>
      </w:r>
      <w:proofErr w:type="spellStart"/>
      <w:r w:rsidR="00862782" w:rsidRPr="00862782">
        <w:t>Procurement</w:t>
      </w:r>
      <w:proofErr w:type="spellEnd"/>
      <w:r w:rsidR="00862782" w:rsidRPr="00862782">
        <w:t xml:space="preserve"> </w:t>
      </w:r>
      <w:proofErr w:type="spellStart"/>
      <w:r w:rsidR="00862782" w:rsidRPr="00862782">
        <w:t>Vocabulary</w:t>
      </w:r>
      <w:proofErr w:type="spellEnd"/>
      <w:r>
        <w:t>)</w:t>
      </w:r>
      <w:r w:rsidR="00862782">
        <w:t>:</w:t>
      </w:r>
    </w:p>
    <w:tbl>
      <w:tblPr>
        <w:tblW w:w="7882" w:type="dxa"/>
        <w:tblInd w:w="1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977"/>
        <w:gridCol w:w="1000"/>
        <w:gridCol w:w="1905"/>
      </w:tblGrid>
      <w:tr w:rsidR="00862782" w:rsidRPr="00862782" w:rsidTr="00862782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2782" w:rsidRPr="00862782" w:rsidRDefault="00862782" w:rsidP="00862782">
            <w:pPr>
              <w:jc w:val="center"/>
              <w:rPr>
                <w:rFonts w:cs="Arial"/>
                <w:color w:val="000000"/>
                <w:szCs w:val="18"/>
              </w:rPr>
            </w:pPr>
            <w:r w:rsidRPr="00862782">
              <w:rPr>
                <w:rFonts w:cs="Arial"/>
                <w:color w:val="000000"/>
                <w:szCs w:val="18"/>
              </w:rPr>
              <w:t>Kód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2782" w:rsidRPr="00862782" w:rsidRDefault="00862782" w:rsidP="00862782">
            <w:pPr>
              <w:jc w:val="center"/>
              <w:rPr>
                <w:rFonts w:cs="Arial"/>
                <w:color w:val="000000"/>
                <w:szCs w:val="18"/>
              </w:rPr>
            </w:pPr>
            <w:r w:rsidRPr="00862782">
              <w:rPr>
                <w:rFonts w:cs="Arial"/>
                <w:color w:val="000000"/>
                <w:szCs w:val="18"/>
              </w:rPr>
              <w:t>Název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2782" w:rsidRPr="00862782" w:rsidRDefault="00862782" w:rsidP="00862782">
            <w:pPr>
              <w:jc w:val="center"/>
              <w:rPr>
                <w:rFonts w:cs="Arial"/>
                <w:color w:val="000000"/>
                <w:szCs w:val="18"/>
              </w:rPr>
            </w:pPr>
            <w:r w:rsidRPr="00862782">
              <w:rPr>
                <w:rFonts w:cs="Arial"/>
                <w:color w:val="000000"/>
                <w:szCs w:val="18"/>
              </w:rPr>
              <w:t>Id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2782" w:rsidRPr="00862782" w:rsidRDefault="00862782" w:rsidP="00862782">
            <w:pPr>
              <w:jc w:val="center"/>
              <w:rPr>
                <w:rFonts w:cs="Arial"/>
                <w:color w:val="000000"/>
                <w:szCs w:val="18"/>
              </w:rPr>
            </w:pPr>
            <w:r w:rsidRPr="00862782">
              <w:rPr>
                <w:rFonts w:cs="Arial"/>
                <w:color w:val="000000"/>
                <w:szCs w:val="18"/>
              </w:rPr>
              <w:t>Id nadřízené</w:t>
            </w:r>
          </w:p>
        </w:tc>
      </w:tr>
      <w:tr w:rsidR="00973F1E" w:rsidRPr="00973F1E" w:rsidTr="00862782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F1E" w:rsidRPr="00973F1E" w:rsidRDefault="00973F1E" w:rsidP="00862782">
            <w:pPr>
              <w:jc w:val="left"/>
              <w:rPr>
                <w:rFonts w:cs="Arial"/>
                <w:color w:val="000000"/>
                <w:szCs w:val="18"/>
              </w:rPr>
            </w:pPr>
            <w:r w:rsidRPr="00973F1E">
              <w:rPr>
                <w:rFonts w:cs="Arial"/>
                <w:color w:val="000000"/>
                <w:szCs w:val="18"/>
              </w:rPr>
              <w:t xml:space="preserve">39160000-1 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F1E" w:rsidRPr="00973F1E" w:rsidRDefault="00973F1E" w:rsidP="00862782">
            <w:pPr>
              <w:jc w:val="left"/>
              <w:rPr>
                <w:rFonts w:cs="Arial"/>
                <w:color w:val="000000"/>
                <w:szCs w:val="18"/>
              </w:rPr>
            </w:pPr>
            <w:r w:rsidRPr="00973F1E">
              <w:rPr>
                <w:rFonts w:cs="Arial"/>
                <w:color w:val="000000"/>
                <w:szCs w:val="18"/>
              </w:rPr>
              <w:t xml:space="preserve">Školní nábytek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F1E" w:rsidRPr="00973F1E" w:rsidRDefault="00973F1E" w:rsidP="00862782">
            <w:pPr>
              <w:jc w:val="right"/>
              <w:rPr>
                <w:rFonts w:cs="Arial"/>
                <w:color w:val="000000"/>
                <w:szCs w:val="18"/>
              </w:rPr>
            </w:pPr>
            <w:r w:rsidRPr="00973F1E">
              <w:rPr>
                <w:rFonts w:cs="Arial"/>
                <w:color w:val="000000"/>
                <w:szCs w:val="18"/>
              </w:rPr>
              <w:t>13152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F1E" w:rsidRPr="00973F1E" w:rsidRDefault="00973F1E" w:rsidP="00862782">
            <w:pPr>
              <w:jc w:val="right"/>
              <w:rPr>
                <w:rFonts w:cs="Arial"/>
                <w:color w:val="000000"/>
                <w:szCs w:val="18"/>
              </w:rPr>
            </w:pPr>
            <w:r w:rsidRPr="00973F1E">
              <w:rPr>
                <w:rFonts w:cs="Arial"/>
                <w:color w:val="000000"/>
                <w:szCs w:val="18"/>
              </w:rPr>
              <w:t>11402</w:t>
            </w:r>
          </w:p>
        </w:tc>
      </w:tr>
      <w:tr w:rsidR="00973F1E" w:rsidRPr="00973F1E" w:rsidTr="00862782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F1E" w:rsidRPr="00973F1E" w:rsidRDefault="00973F1E" w:rsidP="00862782">
            <w:pPr>
              <w:jc w:val="left"/>
              <w:rPr>
                <w:rFonts w:cs="Arial"/>
                <w:color w:val="000000"/>
                <w:szCs w:val="18"/>
              </w:rPr>
            </w:pPr>
            <w:r w:rsidRPr="00973F1E">
              <w:rPr>
                <w:rFonts w:cs="Arial"/>
                <w:color w:val="000000"/>
                <w:szCs w:val="18"/>
              </w:rPr>
              <w:t xml:space="preserve">45000000-7 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F1E" w:rsidRPr="00973F1E" w:rsidRDefault="00973F1E" w:rsidP="00862782">
            <w:pPr>
              <w:jc w:val="left"/>
              <w:rPr>
                <w:rFonts w:cs="Arial"/>
                <w:color w:val="000000"/>
                <w:szCs w:val="18"/>
              </w:rPr>
            </w:pPr>
            <w:r w:rsidRPr="00973F1E">
              <w:rPr>
                <w:rFonts w:cs="Arial"/>
                <w:color w:val="000000"/>
                <w:szCs w:val="18"/>
              </w:rPr>
              <w:t xml:space="preserve">Stavební práce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F1E" w:rsidRPr="00973F1E" w:rsidRDefault="00973F1E" w:rsidP="00862782">
            <w:pPr>
              <w:jc w:val="right"/>
              <w:rPr>
                <w:rFonts w:cs="Arial"/>
                <w:color w:val="000000"/>
                <w:szCs w:val="18"/>
              </w:rPr>
            </w:pPr>
            <w:r w:rsidRPr="00973F1E">
              <w:rPr>
                <w:rFonts w:cs="Arial"/>
                <w:color w:val="000000"/>
                <w:szCs w:val="18"/>
              </w:rPr>
              <w:t>11831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F1E" w:rsidRPr="00973F1E" w:rsidRDefault="00973F1E" w:rsidP="00862782">
            <w:pPr>
              <w:jc w:val="right"/>
              <w:rPr>
                <w:rFonts w:cs="Arial"/>
                <w:color w:val="000000"/>
                <w:szCs w:val="18"/>
              </w:rPr>
            </w:pPr>
            <w:r w:rsidRPr="00973F1E">
              <w:rPr>
                <w:rFonts w:cs="Arial"/>
                <w:color w:val="000000"/>
                <w:szCs w:val="18"/>
              </w:rPr>
              <w:t>0</w:t>
            </w:r>
          </w:p>
        </w:tc>
      </w:tr>
    </w:tbl>
    <w:p w:rsidR="00973F1E" w:rsidRPr="00913EF0" w:rsidRDefault="00973F1E" w:rsidP="00BB3362">
      <w:pPr>
        <w:pStyle w:val="Normlntext"/>
      </w:pPr>
    </w:p>
    <w:p w:rsidR="00FE5CE5" w:rsidRDefault="006D28CC" w:rsidP="006D28CC">
      <w:pPr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 </w:t>
      </w:r>
    </w:p>
    <w:p w:rsidR="006D28CC" w:rsidRDefault="006D28CC" w:rsidP="005379BB">
      <w:pPr>
        <w:pStyle w:val="Nadpis3"/>
      </w:pPr>
      <w:bookmarkStart w:id="4" w:name="_Toc526947427"/>
      <w:r>
        <w:t>Údaje o žadateli / stavebníkovi</w:t>
      </w:r>
      <w:bookmarkEnd w:id="4"/>
      <w:r>
        <w:t xml:space="preserve"> </w:t>
      </w:r>
    </w:p>
    <w:p w:rsidR="00DB08B6" w:rsidRPr="00DB08B6" w:rsidRDefault="00DB08B6" w:rsidP="00DB08B6">
      <w:pPr>
        <w:pStyle w:val="TZNadpis4"/>
        <w:numPr>
          <w:ilvl w:val="0"/>
          <w:numId w:val="39"/>
        </w:numPr>
      </w:pPr>
      <w:r w:rsidRPr="00DB08B6">
        <w:t>jméno, příjmení a místo trvalého pobytu (fyzická osoba) nebo</w:t>
      </w:r>
    </w:p>
    <w:p w:rsidR="00DB08B6" w:rsidRPr="00DB08B6" w:rsidRDefault="00DB08B6" w:rsidP="00DB08B6">
      <w:pPr>
        <w:pStyle w:val="TZNadpis4"/>
        <w:numPr>
          <w:ilvl w:val="0"/>
          <w:numId w:val="39"/>
        </w:numPr>
      </w:pPr>
      <w:r w:rsidRPr="00DB08B6">
        <w:t>jméno, příjmení, obchodní firma, identifikační číslo osoby, místo podnikání (fyzická osoba podnikající, pokud záměr souvisí s její podnikatelskou činností) nebo</w:t>
      </w:r>
    </w:p>
    <w:p w:rsidR="00E63BD1" w:rsidRDefault="00DB08B6" w:rsidP="00DB08B6">
      <w:pPr>
        <w:pStyle w:val="TZNadpis4"/>
        <w:numPr>
          <w:ilvl w:val="0"/>
          <w:numId w:val="39"/>
        </w:numPr>
      </w:pPr>
      <w:r w:rsidRPr="00DB08B6">
        <w:t>obchodní firma nebo název, identifikační číslo osoby, adresa sídla (právnická osoba)</w:t>
      </w:r>
    </w:p>
    <w:p w:rsidR="00322EAF" w:rsidRDefault="00322EAF" w:rsidP="00322EAF">
      <w:pPr>
        <w:pStyle w:val="Normlntext"/>
      </w:pPr>
      <w:r>
        <w:t>PARDUBICKÝ KRAJ</w:t>
      </w:r>
    </w:p>
    <w:p w:rsidR="00322EAF" w:rsidRDefault="00322EAF" w:rsidP="00322EAF">
      <w:pPr>
        <w:pStyle w:val="Normlntext"/>
      </w:pPr>
      <w:r>
        <w:t>IČO: 70892822</w:t>
      </w:r>
    </w:p>
    <w:p w:rsidR="00322EAF" w:rsidRDefault="00322EAF" w:rsidP="00322EAF">
      <w:pPr>
        <w:pStyle w:val="Normlntext"/>
      </w:pPr>
      <w:r>
        <w:lastRenderedPageBreak/>
        <w:t>Adresa: Komenského náměstí 125, 532 11 Pardubice</w:t>
      </w:r>
    </w:p>
    <w:p w:rsidR="00322EAF" w:rsidRDefault="00322EAF" w:rsidP="00322EAF">
      <w:pPr>
        <w:pStyle w:val="Normlntext"/>
      </w:pPr>
      <w:r>
        <w:t xml:space="preserve">Zastoupený: Ing. Miroslav </w:t>
      </w:r>
      <w:proofErr w:type="spellStart"/>
      <w:r>
        <w:t>Vohlídal</w:t>
      </w:r>
      <w:proofErr w:type="spellEnd"/>
      <w:r>
        <w:t>, vedoucí odboru majetku, stavebního řádu a investic</w:t>
      </w:r>
    </w:p>
    <w:p w:rsidR="00322EAF" w:rsidRDefault="00322EAF" w:rsidP="00322EAF">
      <w:pPr>
        <w:pStyle w:val="Normlntext"/>
      </w:pPr>
      <w:r>
        <w:t xml:space="preserve">Kontaktní osoba: Bc. Hana Jarošová, +420 702 290 951, </w:t>
      </w:r>
      <w:hyperlink r:id="rId10" w:history="1">
        <w:r w:rsidRPr="00494901">
          <w:rPr>
            <w:rStyle w:val="Hypertextovodkaz"/>
          </w:rPr>
          <w:t>hana.jarosova@pardubickykraj.cz</w:t>
        </w:r>
      </w:hyperlink>
    </w:p>
    <w:p w:rsidR="00322EAF" w:rsidRDefault="00322EAF" w:rsidP="00965BF3">
      <w:pPr>
        <w:pStyle w:val="Normlntext"/>
      </w:pPr>
    </w:p>
    <w:p w:rsidR="00322EAF" w:rsidRDefault="00322EAF" w:rsidP="00965BF3">
      <w:pPr>
        <w:pStyle w:val="Normlntext"/>
      </w:pPr>
      <w:r>
        <w:t>Uživatel:</w:t>
      </w:r>
    </w:p>
    <w:p w:rsidR="00965BF3" w:rsidRDefault="00965BF3" w:rsidP="00965BF3">
      <w:pPr>
        <w:pStyle w:val="Normlntext"/>
      </w:pPr>
      <w:r>
        <w:t>Speciální základní škola, mateřská škola a praktická škola Ústí nad Orlicí</w:t>
      </w:r>
    </w:p>
    <w:p w:rsidR="00965BF3" w:rsidRDefault="00965BF3" w:rsidP="00965BF3">
      <w:pPr>
        <w:pStyle w:val="Normlntext"/>
      </w:pPr>
      <w:r>
        <w:t>Sídlo: Ústí nad O</w:t>
      </w:r>
      <w:r w:rsidR="00C30B9E">
        <w:t>r</w:t>
      </w:r>
      <w:r>
        <w:t>licí, Lázeňská 206, 562 01</w:t>
      </w:r>
    </w:p>
    <w:p w:rsidR="00FE5CE5" w:rsidRDefault="00965BF3" w:rsidP="00965BF3">
      <w:pPr>
        <w:pStyle w:val="Normlntext"/>
      </w:pPr>
      <w:r>
        <w:t>IČ: 70844755</w:t>
      </w:r>
      <w:r w:rsidR="006D28CC" w:rsidRPr="00965BF3">
        <w:t> </w:t>
      </w:r>
    </w:p>
    <w:p w:rsidR="00965BF3" w:rsidRPr="00965BF3" w:rsidRDefault="00965BF3" w:rsidP="00965BF3">
      <w:pPr>
        <w:pStyle w:val="Normlntext"/>
      </w:pPr>
      <w:r>
        <w:t xml:space="preserve">Kontakty: </w:t>
      </w:r>
      <w:r w:rsidRPr="00965BF3">
        <w:t>465523497</w:t>
      </w:r>
      <w:r>
        <w:t xml:space="preserve">, </w:t>
      </w:r>
      <w:hyperlink r:id="rId11" w:history="1">
        <w:r w:rsidRPr="009C6A8F">
          <w:rPr>
            <w:rStyle w:val="Hypertextovodkaz"/>
          </w:rPr>
          <w:t>zs.lazne@seznam.cz</w:t>
        </w:r>
      </w:hyperlink>
      <w:r>
        <w:t xml:space="preserve">, </w:t>
      </w:r>
    </w:p>
    <w:p w:rsidR="006D28CC" w:rsidRDefault="006D28CC" w:rsidP="005379BB">
      <w:pPr>
        <w:pStyle w:val="Nadpis3"/>
      </w:pPr>
      <w:bookmarkStart w:id="5" w:name="_Toc526947428"/>
      <w:r>
        <w:t xml:space="preserve">Údaje o zpracovateli </w:t>
      </w:r>
      <w:r w:rsidR="00DB08B6">
        <w:t>projektové</w:t>
      </w:r>
      <w:r>
        <w:t xml:space="preserve"> dokumentace</w:t>
      </w:r>
      <w:bookmarkEnd w:id="5"/>
      <w:r>
        <w:t xml:space="preserve"> </w:t>
      </w:r>
    </w:p>
    <w:p w:rsidR="006D28CC" w:rsidRDefault="006D28CC" w:rsidP="00B5290D">
      <w:pPr>
        <w:pStyle w:val="TZNadpis4"/>
        <w:numPr>
          <w:ilvl w:val="0"/>
          <w:numId w:val="12"/>
        </w:numPr>
      </w:pPr>
      <w:r>
        <w:t xml:space="preserve">jméno, příjmení, obchodní firma, IČ, bylo-li přiděleno, místo podnikání (fyzická osoba podnikající) nebo obchodní firma nebo název, IČ, bylo-li přiděleno, </w:t>
      </w:r>
      <w:r w:rsidR="00E63BD1">
        <w:t>adresa sídla (právnická osoba)</w:t>
      </w:r>
    </w:p>
    <w:p w:rsidR="00E63BD1" w:rsidRDefault="00E63BD1" w:rsidP="00F76013">
      <w:pPr>
        <w:pStyle w:val="Normlntext"/>
      </w:pPr>
    </w:p>
    <w:p w:rsidR="00E63BD1" w:rsidRDefault="00E63BD1" w:rsidP="00F76013">
      <w:pPr>
        <w:pStyle w:val="Normlntext"/>
      </w:pPr>
      <w:r>
        <w:t>Projekční kancelář Žižkov s.r.o.</w:t>
      </w:r>
    </w:p>
    <w:p w:rsidR="00965BF3" w:rsidRDefault="00E63BD1" w:rsidP="00F76013">
      <w:pPr>
        <w:pStyle w:val="Normlntext"/>
      </w:pPr>
      <w:r>
        <w:t>Žižkov 504, 562 01 Ústí nad Orlicí</w:t>
      </w:r>
      <w:r>
        <w:tab/>
      </w:r>
    </w:p>
    <w:p w:rsidR="00E63BD1" w:rsidRDefault="00E63BD1" w:rsidP="00F76013">
      <w:pPr>
        <w:pStyle w:val="Normlntext"/>
      </w:pPr>
      <w:r>
        <w:t xml:space="preserve">IČO: 27544524   </w:t>
      </w:r>
      <w:r>
        <w:tab/>
        <w:t xml:space="preserve">DIČ:  CZ27544524 </w:t>
      </w:r>
    </w:p>
    <w:p w:rsidR="00965BF3" w:rsidRDefault="00965BF3" w:rsidP="00F76013">
      <w:pPr>
        <w:pStyle w:val="Normlntext"/>
      </w:pPr>
      <w:r>
        <w:t>Kontakty</w:t>
      </w:r>
      <w:r w:rsidR="00E63BD1">
        <w:t xml:space="preserve">: 465 524 626, </w:t>
      </w:r>
      <w:hyperlink r:id="rId12" w:history="1">
        <w:r w:rsidRPr="009C6A8F">
          <w:rPr>
            <w:rStyle w:val="Hypertextovodkaz"/>
          </w:rPr>
          <w:t>projekce@zizkovuo.cz</w:t>
        </w:r>
      </w:hyperlink>
    </w:p>
    <w:p w:rsidR="00E63BD1" w:rsidRDefault="00E63BD1" w:rsidP="00F76013">
      <w:pPr>
        <w:pStyle w:val="Normlntext"/>
      </w:pPr>
    </w:p>
    <w:p w:rsidR="006D28CC" w:rsidRDefault="006D28CC" w:rsidP="00B5290D">
      <w:pPr>
        <w:pStyle w:val="TZNadpis4"/>
        <w:numPr>
          <w:ilvl w:val="0"/>
          <w:numId w:val="12"/>
        </w:numPr>
      </w:pPr>
      <w: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</w:t>
      </w:r>
      <w:r w:rsidR="00E63BD1">
        <w:t>ě specializací jeho autorizace</w:t>
      </w:r>
    </w:p>
    <w:p w:rsidR="00E63BD1" w:rsidRDefault="00E63BD1" w:rsidP="00F76013">
      <w:pPr>
        <w:pStyle w:val="Normlntext"/>
      </w:pPr>
    </w:p>
    <w:p w:rsidR="00E63BD1" w:rsidRDefault="00E63BD1" w:rsidP="00F76013">
      <w:pPr>
        <w:pStyle w:val="Normlntext"/>
      </w:pPr>
      <w:r>
        <w:t xml:space="preserve">Ing. Vladimír </w:t>
      </w:r>
      <w:proofErr w:type="spellStart"/>
      <w:r>
        <w:t>Ent</w:t>
      </w:r>
      <w:proofErr w:type="spellEnd"/>
      <w:r>
        <w:tab/>
        <w:t>ČKAIT: 0700041</w:t>
      </w:r>
    </w:p>
    <w:p w:rsidR="00E63BD1" w:rsidRPr="00E63BD1" w:rsidRDefault="00E63BD1" w:rsidP="00F76013">
      <w:pPr>
        <w:pStyle w:val="Normlntext"/>
      </w:pPr>
    </w:p>
    <w:p w:rsidR="006D28CC" w:rsidRDefault="006D28CC" w:rsidP="00B5290D">
      <w:pPr>
        <w:pStyle w:val="TZNadpis4"/>
        <w:numPr>
          <w:ilvl w:val="0"/>
          <w:numId w:val="12"/>
        </w:numPr>
      </w:pPr>
      <w:r>
        <w:t xml:space="preserve">jména a příjmení projektantů jednotlivých částí společné dokumentace včetně čísla, pod kterým jsou zapsáni v evidenci autorizovaných osob vedené Českou komorou architektů nebo Českou komorou autorizovaných inženýrů a techniků činných ve výstavbě, s vyznačeným oborem, popřípadě </w:t>
      </w:r>
      <w:r w:rsidR="00E63BD1">
        <w:t>specializací jejich autorizace</w:t>
      </w:r>
      <w:r w:rsidR="00965BF3">
        <w:t>:</w:t>
      </w:r>
    </w:p>
    <w:p w:rsidR="00965BF3" w:rsidRDefault="00965BF3" w:rsidP="00965BF3">
      <w:pPr>
        <w:pStyle w:val="Normlntext"/>
      </w:pPr>
      <w:r>
        <w:t>Stavební:</w:t>
      </w:r>
      <w:r>
        <w:tab/>
        <w:t>Ing. Tomáš Doleček</w:t>
      </w:r>
      <w:r>
        <w:tab/>
      </w:r>
      <w:r>
        <w:tab/>
        <w:t>ČKAIT: 0700040</w:t>
      </w:r>
      <w:r>
        <w:tab/>
        <w:t>IP00</w:t>
      </w:r>
    </w:p>
    <w:p w:rsidR="00965BF3" w:rsidRDefault="00965BF3" w:rsidP="00965BF3">
      <w:pPr>
        <w:pStyle w:val="Normlntext"/>
      </w:pPr>
      <w:r>
        <w:t xml:space="preserve">Požární </w:t>
      </w:r>
      <w:proofErr w:type="spellStart"/>
      <w:r>
        <w:t>bezp</w:t>
      </w:r>
      <w:proofErr w:type="spellEnd"/>
      <w:r>
        <w:t>:</w:t>
      </w:r>
      <w:r>
        <w:tab/>
        <w:t>Ing. Milan Loskot</w:t>
      </w:r>
      <w:r>
        <w:tab/>
      </w:r>
      <w:r>
        <w:tab/>
      </w:r>
      <w:r>
        <w:tab/>
        <w:t xml:space="preserve">ČKAIT: </w:t>
      </w:r>
      <w:r w:rsidRPr="00965BF3">
        <w:t>0700918</w:t>
      </w:r>
      <w:r>
        <w:tab/>
        <w:t>IH00, IP00</w:t>
      </w:r>
    </w:p>
    <w:p w:rsidR="00965BF3" w:rsidRDefault="00965BF3" w:rsidP="00965BF3">
      <w:pPr>
        <w:pStyle w:val="Normlntext"/>
      </w:pPr>
      <w:r>
        <w:t>Elektro:</w:t>
      </w:r>
      <w:r>
        <w:tab/>
      </w:r>
      <w:r>
        <w:tab/>
        <w:t xml:space="preserve">Ing. Petr </w:t>
      </w:r>
      <w:proofErr w:type="spellStart"/>
      <w:r>
        <w:t>Šedaj</w:t>
      </w:r>
      <w:proofErr w:type="spellEnd"/>
      <w:r>
        <w:tab/>
      </w:r>
      <w:r>
        <w:tab/>
      </w:r>
      <w:r>
        <w:tab/>
        <w:t xml:space="preserve">ČKAIT: </w:t>
      </w:r>
      <w:r w:rsidRPr="00965BF3">
        <w:t>0700468</w:t>
      </w:r>
      <w:r>
        <w:tab/>
        <w:t>EI02</w:t>
      </w:r>
    </w:p>
    <w:p w:rsidR="00965BF3" w:rsidRDefault="00965BF3" w:rsidP="00965BF3">
      <w:pPr>
        <w:pStyle w:val="Normlntext"/>
      </w:pPr>
      <w:r>
        <w:t>VZT:</w:t>
      </w:r>
      <w:r>
        <w:tab/>
      </w:r>
      <w:r>
        <w:tab/>
        <w:t>Ing. Romana Vacková</w:t>
      </w:r>
      <w:r>
        <w:tab/>
      </w:r>
      <w:r>
        <w:tab/>
        <w:t xml:space="preserve">ČKAIT: </w:t>
      </w:r>
      <w:r w:rsidRPr="00965BF3">
        <w:t>0700937</w:t>
      </w:r>
      <w:r>
        <w:tab/>
        <w:t>TE01</w:t>
      </w:r>
    </w:p>
    <w:p w:rsidR="00965BF3" w:rsidRDefault="00965BF3" w:rsidP="00965BF3">
      <w:pPr>
        <w:pStyle w:val="Normlntext"/>
      </w:pPr>
      <w:r>
        <w:t>ÚT:</w:t>
      </w:r>
      <w:r>
        <w:tab/>
      </w:r>
      <w:r>
        <w:tab/>
        <w:t>Jiří Kamenický</w:t>
      </w:r>
      <w:r>
        <w:tab/>
      </w:r>
      <w:r>
        <w:tab/>
      </w:r>
      <w:r>
        <w:tab/>
        <w:t xml:space="preserve">ČKAIT: </w:t>
      </w:r>
      <w:r w:rsidRPr="00965BF3">
        <w:t>0700838</w:t>
      </w:r>
      <w:r>
        <w:tab/>
        <w:t>TE01, TE02</w:t>
      </w:r>
    </w:p>
    <w:p w:rsidR="00965BF3" w:rsidRDefault="00965BF3" w:rsidP="00965BF3">
      <w:pPr>
        <w:pStyle w:val="Normlntext"/>
      </w:pPr>
      <w:r>
        <w:t>ZTI:</w:t>
      </w:r>
      <w:r>
        <w:tab/>
      </w:r>
      <w:r>
        <w:tab/>
        <w:t>Ing. Bohuslav Kouba</w:t>
      </w:r>
      <w:r>
        <w:tab/>
      </w:r>
      <w:r>
        <w:tab/>
        <w:t xml:space="preserve">ČKAIT: </w:t>
      </w:r>
      <w:r w:rsidRPr="00965BF3">
        <w:t>0600768</w:t>
      </w:r>
      <w:r w:rsidR="00671C5F">
        <w:tab/>
        <w:t>IV00</w:t>
      </w:r>
      <w:r>
        <w:t xml:space="preserve"> </w:t>
      </w:r>
    </w:p>
    <w:p w:rsidR="00965BF3" w:rsidRPr="00965BF3" w:rsidRDefault="00965BF3" w:rsidP="00965BF3">
      <w:pPr>
        <w:pStyle w:val="Normlntext"/>
      </w:pPr>
    </w:p>
    <w:p w:rsidR="00E63BD1" w:rsidRDefault="00E63BD1" w:rsidP="00F76013">
      <w:pPr>
        <w:pStyle w:val="Normlntext"/>
      </w:pPr>
    </w:p>
    <w:p w:rsidR="00BE76DF" w:rsidRDefault="00BE76DF" w:rsidP="00F76013">
      <w:pPr>
        <w:pStyle w:val="Normlntext"/>
      </w:pPr>
    </w:p>
    <w:p w:rsidR="006D28CC" w:rsidRDefault="006D28CC" w:rsidP="0005366B">
      <w:pPr>
        <w:pStyle w:val="Nadpis2"/>
      </w:pPr>
      <w:bookmarkStart w:id="6" w:name="_Toc526947432"/>
      <w:r>
        <w:t>Členění stavby na objekty a technická a technologická zařízení</w:t>
      </w:r>
      <w:bookmarkEnd w:id="6"/>
      <w:r>
        <w:t xml:space="preserve"> </w:t>
      </w:r>
    </w:p>
    <w:p w:rsidR="000D7C27" w:rsidRDefault="000D7C27" w:rsidP="000D7C27">
      <w:pPr>
        <w:pStyle w:val="Normlntext"/>
      </w:pPr>
      <w:r>
        <w:t>SO01</w:t>
      </w:r>
      <w:r>
        <w:tab/>
        <w:t>Půdní vestavba ve 3. budově školy a přístavba schodiště</w:t>
      </w:r>
    </w:p>
    <w:p w:rsidR="000D7C27" w:rsidRDefault="000D7C27" w:rsidP="000D7C27">
      <w:pPr>
        <w:pStyle w:val="Normlntext"/>
      </w:pPr>
      <w:r>
        <w:t>SO02</w:t>
      </w:r>
      <w:r>
        <w:tab/>
        <w:t>Rekonstrukce WC v 2. budově školy</w:t>
      </w:r>
    </w:p>
    <w:p w:rsidR="000D7C27" w:rsidRPr="000D7C27" w:rsidRDefault="000D7C27" w:rsidP="000D7C27">
      <w:pPr>
        <w:pStyle w:val="Normlntext"/>
      </w:pPr>
    </w:p>
    <w:p w:rsidR="00DB08B6" w:rsidRPr="00DB08B6" w:rsidRDefault="00DB08B6" w:rsidP="00DB08B6">
      <w:pPr>
        <w:pStyle w:val="Normlntext"/>
      </w:pPr>
    </w:p>
    <w:p w:rsidR="00DB08B6" w:rsidRPr="00DB08B6" w:rsidRDefault="00DB08B6" w:rsidP="00DB08B6">
      <w:pPr>
        <w:pStyle w:val="Nadpis2"/>
      </w:pPr>
      <w:r w:rsidRPr="00DB08B6">
        <w:t>Seznam vstupních podkladů</w:t>
      </w:r>
    </w:p>
    <w:p w:rsidR="004579F5" w:rsidRDefault="000D7C27" w:rsidP="000D7C27">
      <w:pPr>
        <w:pStyle w:val="Normlntext"/>
        <w:numPr>
          <w:ilvl w:val="0"/>
          <w:numId w:val="41"/>
        </w:numPr>
        <w:ind w:left="1069"/>
        <w:rPr>
          <w:rFonts w:cs="Arial"/>
          <w:color w:val="000000"/>
          <w:sz w:val="20"/>
        </w:rPr>
      </w:pPr>
      <w:r w:rsidRPr="000D7C27">
        <w:rPr>
          <w:rFonts w:cs="Arial"/>
          <w:color w:val="000000"/>
          <w:sz w:val="20"/>
        </w:rPr>
        <w:t>PROJEKTOVÝ / INVESTIČNÍ ZÁMĚR</w:t>
      </w:r>
      <w:r>
        <w:rPr>
          <w:rFonts w:cs="Arial"/>
          <w:color w:val="000000"/>
          <w:sz w:val="20"/>
        </w:rPr>
        <w:t xml:space="preserve"> </w:t>
      </w:r>
      <w:r w:rsidRPr="000D7C27">
        <w:rPr>
          <w:rFonts w:cs="Arial"/>
          <w:color w:val="000000"/>
          <w:sz w:val="20"/>
        </w:rPr>
        <w:t>Speciální ZŠ, MŠ a praktická škola Ústí nad Orlicí - půdní vestavba a rekonstrukce</w:t>
      </w:r>
      <w:r>
        <w:rPr>
          <w:rFonts w:cs="Arial"/>
          <w:color w:val="000000"/>
          <w:sz w:val="20"/>
        </w:rPr>
        <w:t xml:space="preserve"> </w:t>
      </w:r>
      <w:r w:rsidRPr="000D7C27">
        <w:rPr>
          <w:rFonts w:cs="Arial"/>
          <w:color w:val="000000"/>
          <w:sz w:val="20"/>
        </w:rPr>
        <w:t>WC</w:t>
      </w:r>
      <w:r>
        <w:rPr>
          <w:rFonts w:cs="Arial"/>
          <w:color w:val="000000"/>
          <w:sz w:val="20"/>
        </w:rPr>
        <w:t>.</w:t>
      </w:r>
    </w:p>
    <w:p w:rsidR="000D7C27" w:rsidRDefault="000D7C27" w:rsidP="000D7C27">
      <w:pPr>
        <w:pStyle w:val="Normlntext"/>
        <w:numPr>
          <w:ilvl w:val="0"/>
          <w:numId w:val="41"/>
        </w:numPr>
        <w:ind w:left="1069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Dokumentace budov školy.</w:t>
      </w:r>
    </w:p>
    <w:p w:rsidR="000D7C27" w:rsidRDefault="000D7C27" w:rsidP="000D7C27">
      <w:pPr>
        <w:pStyle w:val="Normlntext"/>
        <w:numPr>
          <w:ilvl w:val="0"/>
          <w:numId w:val="41"/>
        </w:numPr>
        <w:ind w:left="1069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Požadavky uživatele.</w:t>
      </w:r>
    </w:p>
    <w:p w:rsidR="000D7C27" w:rsidRDefault="000D7C27" w:rsidP="000D7C27">
      <w:pPr>
        <w:pStyle w:val="Normlntext"/>
        <w:numPr>
          <w:ilvl w:val="0"/>
          <w:numId w:val="41"/>
        </w:numPr>
        <w:ind w:left="1069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Informace z katastru nemovitostí.</w:t>
      </w:r>
    </w:p>
    <w:p w:rsidR="000D7C27" w:rsidRDefault="000D7C27" w:rsidP="000D7C27">
      <w:pPr>
        <w:pStyle w:val="Normlntext"/>
        <w:rPr>
          <w:rFonts w:cs="Arial"/>
          <w:color w:val="000000"/>
          <w:sz w:val="20"/>
        </w:rPr>
      </w:pPr>
    </w:p>
    <w:p w:rsidR="0077302F" w:rsidRDefault="0077302F" w:rsidP="0077302F">
      <w:pPr>
        <w:jc w:val="left"/>
        <w:rPr>
          <w:snapToGrid w:val="0"/>
        </w:rPr>
      </w:pPr>
    </w:p>
    <w:p w:rsidR="0077302F" w:rsidRDefault="0077302F" w:rsidP="0077302F">
      <w:pPr>
        <w:jc w:val="left"/>
        <w:rPr>
          <w:snapToGrid w:val="0"/>
        </w:rPr>
      </w:pPr>
    </w:p>
    <w:p w:rsidR="0077302F" w:rsidRDefault="0077302F" w:rsidP="0077302F">
      <w:pPr>
        <w:jc w:val="left"/>
        <w:rPr>
          <w:snapToGrid w:val="0"/>
        </w:rPr>
      </w:pPr>
    </w:p>
    <w:p w:rsidR="0077302F" w:rsidRDefault="0077302F" w:rsidP="0077302F">
      <w:pPr>
        <w:jc w:val="left"/>
        <w:rPr>
          <w:snapToGrid w:val="0"/>
        </w:rPr>
      </w:pPr>
      <w:r>
        <w:rPr>
          <w:snapToGrid w:val="0"/>
        </w:rPr>
        <w:t>v Ústí nad Orlicí   01/2019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Projekční kancelář Žižkov s.r.o.  Ústí nad Orlicí</w:t>
      </w:r>
    </w:p>
    <w:p w:rsidR="0077302F" w:rsidRPr="00913EF0" w:rsidRDefault="0077302F" w:rsidP="0077302F">
      <w:pPr>
        <w:pStyle w:val="Zkladntextodsazen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Tomáš Doleček</w:t>
      </w:r>
    </w:p>
    <w:p w:rsidR="0077302F" w:rsidRDefault="0077302F" w:rsidP="000D7C27">
      <w:pPr>
        <w:pStyle w:val="Normlntext"/>
        <w:rPr>
          <w:rFonts w:cs="Arial"/>
          <w:color w:val="000000"/>
          <w:sz w:val="20"/>
        </w:rPr>
      </w:pPr>
    </w:p>
    <w:sectPr w:rsidR="0077302F" w:rsidSect="00D8517C">
      <w:footerReference w:type="default" r:id="rId13"/>
      <w:footerReference w:type="first" r:id="rId14"/>
      <w:pgSz w:w="11906" w:h="16838" w:code="9"/>
      <w:pgMar w:top="1304" w:right="907" w:bottom="1531" w:left="1134" w:header="851" w:footer="794" w:gutter="454"/>
      <w:cols w:space="708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EF0" w:rsidRDefault="00913EF0">
      <w:r>
        <w:separator/>
      </w:r>
    </w:p>
  </w:endnote>
  <w:endnote w:type="continuationSeparator" w:id="0">
    <w:p w:rsidR="00913EF0" w:rsidRDefault="00913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C3" w:rsidRDefault="00A048C3">
    <w:pPr>
      <w:pStyle w:val="Zpat"/>
      <w:pBdr>
        <w:top w:val="single" w:sz="4" w:space="1" w:color="auto"/>
      </w:pBdr>
      <w:ind w:right="360"/>
      <w:jc w:val="left"/>
    </w:pPr>
    <w:proofErr w:type="spellStart"/>
    <w:r>
      <w:t>LiDL</w:t>
    </w:r>
    <w:proofErr w:type="spellEnd"/>
    <w:r>
      <w:t xml:space="preserve"> Vrchlabí, Lánovská ul.                           </w:t>
    </w:r>
    <w:r>
      <w:tab/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20</w:t>
    </w:r>
    <w:r>
      <w:rPr>
        <w:rStyle w:val="slostrnky"/>
      </w:rPr>
      <w:fldChar w:fldCharType="end"/>
    </w:r>
    <w:r>
      <w:rPr>
        <w:rStyle w:val="slostrnky"/>
      </w:rPr>
      <w:t xml:space="preserve"> -</w:t>
    </w:r>
    <w:r>
      <w:tab/>
      <w:t>Souhrnná technická zpráva</w:t>
    </w:r>
  </w:p>
  <w:p w:rsidR="00A048C3" w:rsidRDefault="00A048C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C3" w:rsidRDefault="00A048C3">
    <w:pPr>
      <w:pStyle w:val="Zpat"/>
      <w:framePr w:wrap="around" w:vAnchor="text" w:hAnchor="margin" w:xAlign="outside" w:y="1"/>
      <w:rPr>
        <w:rStyle w:val="slostrnky"/>
      </w:rPr>
    </w:pPr>
  </w:p>
  <w:p w:rsidR="00A048C3" w:rsidRDefault="00B6536D">
    <w:pPr>
      <w:pStyle w:val="Zpat"/>
      <w:pBdr>
        <w:top w:val="single" w:sz="4" w:space="1" w:color="auto"/>
      </w:pBdr>
      <w:ind w:right="360"/>
      <w:jc w:val="left"/>
    </w:pPr>
    <w:r>
      <w:t>AKCE</w:t>
    </w:r>
    <w:r w:rsidR="00A048C3">
      <w:tab/>
      <w:t xml:space="preserve">- </w:t>
    </w:r>
    <w:r w:rsidR="00A048C3">
      <w:rPr>
        <w:rStyle w:val="slostrnky"/>
      </w:rPr>
      <w:fldChar w:fldCharType="begin"/>
    </w:r>
    <w:r w:rsidR="00A048C3">
      <w:rPr>
        <w:rStyle w:val="slostrnky"/>
      </w:rPr>
      <w:instrText xml:space="preserve"> PAGE </w:instrText>
    </w:r>
    <w:r w:rsidR="00A048C3">
      <w:rPr>
        <w:rStyle w:val="slostrnky"/>
      </w:rPr>
      <w:fldChar w:fldCharType="separate"/>
    </w:r>
    <w:r w:rsidR="00D8517C">
      <w:rPr>
        <w:rStyle w:val="slostrnky"/>
        <w:noProof/>
      </w:rPr>
      <w:t>2</w:t>
    </w:r>
    <w:r w:rsidR="00A048C3">
      <w:rPr>
        <w:rStyle w:val="slostrnky"/>
      </w:rPr>
      <w:fldChar w:fldCharType="end"/>
    </w:r>
    <w:r w:rsidR="00A048C3">
      <w:rPr>
        <w:rStyle w:val="slostrnky"/>
      </w:rPr>
      <w:t xml:space="preserve"> -</w:t>
    </w:r>
    <w:r w:rsidR="00A048C3">
      <w:tab/>
    </w:r>
  </w:p>
  <w:p w:rsidR="00A048C3" w:rsidRDefault="00A048C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C3" w:rsidRDefault="00A048C3">
    <w:pPr>
      <w:pStyle w:val="Zpat"/>
      <w:framePr w:wrap="around" w:vAnchor="text" w:hAnchor="margin" w:xAlign="outside" w:y="1"/>
      <w:rPr>
        <w:rStyle w:val="slostrnky"/>
      </w:rPr>
    </w:pPr>
  </w:p>
  <w:p w:rsidR="00A048C3" w:rsidRDefault="005F4ED7" w:rsidP="005F4ED7">
    <w:pPr>
      <w:pStyle w:val="Zpat"/>
      <w:pBdr>
        <w:top w:val="single" w:sz="4" w:space="1" w:color="auto"/>
      </w:pBdr>
      <w:tabs>
        <w:tab w:val="clear" w:pos="4536"/>
        <w:tab w:val="center" w:pos="5670"/>
      </w:tabs>
      <w:ind w:right="360"/>
      <w:jc w:val="left"/>
    </w:pPr>
    <w:r>
      <w:t xml:space="preserve">Speciální ZŠ, MŠ a praktická škola Ústí nad </w:t>
    </w:r>
    <w:proofErr w:type="gramStart"/>
    <w:r>
      <w:t xml:space="preserve">Orlicí                   </w:t>
    </w:r>
    <w:r w:rsidR="00D8517C">
      <w:t>A.</w:t>
    </w:r>
    <w:proofErr w:type="gramEnd"/>
    <w:r w:rsidR="00D8517C">
      <w:t xml:space="preserve"> PRŮVODNÍ ZPRÁVA</w:t>
    </w:r>
    <w:r w:rsidR="00D8517C">
      <w:tab/>
      <w:t xml:space="preserve">- </w:t>
    </w:r>
    <w:r w:rsidR="00D8517C">
      <w:rPr>
        <w:rStyle w:val="slostrnky"/>
      </w:rPr>
      <w:fldChar w:fldCharType="begin"/>
    </w:r>
    <w:r w:rsidR="00D8517C">
      <w:rPr>
        <w:rStyle w:val="slostrnky"/>
      </w:rPr>
      <w:instrText xml:space="preserve"> PAGE </w:instrText>
    </w:r>
    <w:r w:rsidR="00D8517C">
      <w:rPr>
        <w:rStyle w:val="slostrnky"/>
      </w:rPr>
      <w:fldChar w:fldCharType="separate"/>
    </w:r>
    <w:r w:rsidR="00CC5ACF">
      <w:rPr>
        <w:rStyle w:val="slostrnky"/>
        <w:noProof/>
      </w:rPr>
      <w:t>2</w:t>
    </w:r>
    <w:r w:rsidR="00D8517C">
      <w:rPr>
        <w:rStyle w:val="slostrnky"/>
      </w:rPr>
      <w:fldChar w:fldCharType="end"/>
    </w:r>
    <w:r w:rsidR="00D8517C">
      <w:rPr>
        <w:rStyle w:val="slostrnky"/>
      </w:rPr>
      <w:t xml:space="preserve"> </w:t>
    </w:r>
    <w:r>
      <w:rPr>
        <w:rStyle w:val="slostrnky"/>
      </w:rPr>
      <w:t>–</w:t>
    </w:r>
  </w:p>
  <w:p w:rsidR="00A048C3" w:rsidRDefault="003977E3" w:rsidP="005F4ED7">
    <w:pPr>
      <w:pStyle w:val="Zpat"/>
      <w:numPr>
        <w:ilvl w:val="0"/>
        <w:numId w:val="43"/>
      </w:numPr>
    </w:pPr>
    <w:r w:rsidRPr="003977E3">
      <w:t>půdní vestavba a rekonstrukce WC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C3" w:rsidRDefault="00A048C3" w:rsidP="004F0E3A">
    <w:pPr>
      <w:pStyle w:val="Zpat"/>
      <w:pBdr>
        <w:top w:val="single" w:sz="4" w:space="1" w:color="auto"/>
      </w:pBdr>
      <w:ind w:right="360"/>
      <w:jc w:val="left"/>
    </w:pPr>
    <w:proofErr w:type="spellStart"/>
    <w:r>
      <w:t>LiDL</w:t>
    </w:r>
    <w:proofErr w:type="spellEnd"/>
    <w:r>
      <w:t xml:space="preserve"> Třinec, ul. Lidická                       </w:t>
    </w:r>
    <w:r>
      <w:tab/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  <w:r>
      <w:rPr>
        <w:rStyle w:val="slostrnky"/>
      </w:rPr>
      <w:t xml:space="preserve"> -</w:t>
    </w:r>
    <w:r>
      <w:tab/>
      <w:t>Souhrnná technická zpráva</w:t>
    </w:r>
  </w:p>
  <w:p w:rsidR="00A048C3" w:rsidRDefault="00A048C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EF0" w:rsidRDefault="00913EF0">
      <w:r>
        <w:separator/>
      </w:r>
    </w:p>
  </w:footnote>
  <w:footnote w:type="continuationSeparator" w:id="0">
    <w:p w:rsidR="00913EF0" w:rsidRDefault="00913E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0A48D54"/>
    <w:lvl w:ilvl="0">
      <w:start w:val="1"/>
      <w:numFmt w:val="upperLetter"/>
      <w:pStyle w:val="PODNADPISa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egacy w:legacy="1" w:legacySpace="284" w:legacyIndent="0"/>
      <w:lvlJc w:val="left"/>
    </w:lvl>
    <w:lvl w:ilvl="2">
      <w:start w:val="1"/>
      <w:numFmt w:val="decimal"/>
      <w:lvlText w:val="%1.%2.%3"/>
      <w:legacy w:legacy="1" w:legacySpace="284" w:legacyIndent="0"/>
      <w:lvlJc w:val="left"/>
    </w:lvl>
    <w:lvl w:ilvl="3">
      <w:start w:val="1"/>
      <w:numFmt w:val="decimal"/>
      <w:lvlText w:val="%1.%2.%3.%4"/>
      <w:legacy w:legacy="1" w:legacySpace="284" w:legacyIndent="0"/>
      <w:lvlJc w:val="left"/>
    </w:lvl>
    <w:lvl w:ilvl="4">
      <w:start w:val="1"/>
      <w:numFmt w:val="decimal"/>
      <w:lvlText w:val="%1.%2.%3.%4.%5"/>
      <w:legacy w:legacy="1" w:legacySpace="284" w:legacyIndent="0"/>
      <w:lvlJc w:val="left"/>
    </w:lvl>
    <w:lvl w:ilvl="5">
      <w:start w:val="1"/>
      <w:numFmt w:val="decimal"/>
      <w:lvlText w:val="%1.%2.%3.%4.%5.%6"/>
      <w:legacy w:legacy="1" w:legacySpace="284" w:legacyIndent="0"/>
      <w:lvlJc w:val="left"/>
    </w:lvl>
    <w:lvl w:ilvl="6">
      <w:start w:val="1"/>
      <w:numFmt w:val="decimal"/>
      <w:lvlText w:val="%1.%2.%3.%4.%5.%6.%7"/>
      <w:legacy w:legacy="1" w:legacySpace="284" w:legacyIndent="0"/>
      <w:lvlJc w:val="left"/>
    </w:lvl>
    <w:lvl w:ilvl="7">
      <w:start w:val="1"/>
      <w:numFmt w:val="decimal"/>
      <w:lvlText w:val="%1.%2.%3.%4.%5.%6.%7.%8"/>
      <w:legacy w:legacy="1" w:legacySpace="284" w:legacyIndent="0"/>
      <w:lvlJc w:val="left"/>
    </w:lvl>
    <w:lvl w:ilvl="8">
      <w:start w:val="1"/>
      <w:numFmt w:val="decimal"/>
      <w:lvlText w:val="%1.%2.%3.%4.%5.%6.%7.%8.%9"/>
      <w:legacy w:legacy="1" w:legacySpace="284" w:legacyIndent="0"/>
      <w:lvlJc w:val="left"/>
    </w:lvl>
  </w:abstractNum>
  <w:abstractNum w:abstractNumId="1">
    <w:nsid w:val="11896F03"/>
    <w:multiLevelType w:val="multilevel"/>
    <w:tmpl w:val="660A284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">
    <w:nsid w:val="131F37CD"/>
    <w:multiLevelType w:val="hybridMultilevel"/>
    <w:tmpl w:val="F4B422FA"/>
    <w:lvl w:ilvl="0" w:tplc="50BA5992">
      <w:numFmt w:val="bullet"/>
      <w:pStyle w:val="PODODSTAVECKONCEPT"/>
      <w:lvlText w:val="-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19627F1C"/>
    <w:multiLevelType w:val="hybridMultilevel"/>
    <w:tmpl w:val="8D04703E"/>
    <w:lvl w:ilvl="0" w:tplc="4D2ABC98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0" w:hanging="360"/>
      </w:pPr>
    </w:lvl>
    <w:lvl w:ilvl="2" w:tplc="0405001B" w:tentative="1">
      <w:start w:val="1"/>
      <w:numFmt w:val="lowerRoman"/>
      <w:lvlText w:val="%3."/>
      <w:lvlJc w:val="right"/>
      <w:pPr>
        <w:ind w:left="2560" w:hanging="180"/>
      </w:pPr>
    </w:lvl>
    <w:lvl w:ilvl="3" w:tplc="0405000F" w:tentative="1">
      <w:start w:val="1"/>
      <w:numFmt w:val="decimal"/>
      <w:lvlText w:val="%4."/>
      <w:lvlJc w:val="left"/>
      <w:pPr>
        <w:ind w:left="3280" w:hanging="360"/>
      </w:pPr>
    </w:lvl>
    <w:lvl w:ilvl="4" w:tplc="04050019" w:tentative="1">
      <w:start w:val="1"/>
      <w:numFmt w:val="lowerLetter"/>
      <w:lvlText w:val="%5."/>
      <w:lvlJc w:val="left"/>
      <w:pPr>
        <w:ind w:left="4000" w:hanging="360"/>
      </w:pPr>
    </w:lvl>
    <w:lvl w:ilvl="5" w:tplc="0405001B" w:tentative="1">
      <w:start w:val="1"/>
      <w:numFmt w:val="lowerRoman"/>
      <w:lvlText w:val="%6."/>
      <w:lvlJc w:val="right"/>
      <w:pPr>
        <w:ind w:left="4720" w:hanging="180"/>
      </w:pPr>
    </w:lvl>
    <w:lvl w:ilvl="6" w:tplc="0405000F" w:tentative="1">
      <w:start w:val="1"/>
      <w:numFmt w:val="decimal"/>
      <w:lvlText w:val="%7."/>
      <w:lvlJc w:val="left"/>
      <w:pPr>
        <w:ind w:left="5440" w:hanging="360"/>
      </w:pPr>
    </w:lvl>
    <w:lvl w:ilvl="7" w:tplc="04050019" w:tentative="1">
      <w:start w:val="1"/>
      <w:numFmt w:val="lowerLetter"/>
      <w:lvlText w:val="%8."/>
      <w:lvlJc w:val="left"/>
      <w:pPr>
        <w:ind w:left="6160" w:hanging="360"/>
      </w:pPr>
    </w:lvl>
    <w:lvl w:ilvl="8" w:tplc="040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">
    <w:nsid w:val="1E6960A1"/>
    <w:multiLevelType w:val="hybridMultilevel"/>
    <w:tmpl w:val="631A412C"/>
    <w:lvl w:ilvl="0" w:tplc="1E08761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1FA2503E"/>
    <w:multiLevelType w:val="hybridMultilevel"/>
    <w:tmpl w:val="69927542"/>
    <w:lvl w:ilvl="0" w:tplc="37AA0678">
      <w:start w:val="1"/>
      <w:numFmt w:val="lowerLetter"/>
      <w:pStyle w:val="TZNadpis4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6332BF0"/>
    <w:multiLevelType w:val="hybridMultilevel"/>
    <w:tmpl w:val="B618337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F877840"/>
    <w:multiLevelType w:val="singleLevel"/>
    <w:tmpl w:val="E7F07EA6"/>
    <w:lvl w:ilvl="0">
      <w:start w:val="1"/>
      <w:numFmt w:val="lowerLetter"/>
      <w:pStyle w:val="Odrkypodklady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32756B2B"/>
    <w:multiLevelType w:val="hybridMultilevel"/>
    <w:tmpl w:val="37F04876"/>
    <w:lvl w:ilvl="0" w:tplc="5B2E911C">
      <w:numFmt w:val="bullet"/>
      <w:lvlText w:val="-"/>
      <w:lvlJc w:val="left"/>
      <w:pPr>
        <w:ind w:left="10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>
    <w:nsid w:val="327E4E4B"/>
    <w:multiLevelType w:val="hybridMultilevel"/>
    <w:tmpl w:val="99946DB0"/>
    <w:lvl w:ilvl="0" w:tplc="B46C23A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342D71B3"/>
    <w:multiLevelType w:val="multilevel"/>
    <w:tmpl w:val="5726A4A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egacy w:legacy="1" w:legacySpace="284" w:legacyIndent="0"/>
      <w:lvlJc w:val="left"/>
    </w:lvl>
    <w:lvl w:ilvl="2">
      <w:start w:val="1"/>
      <w:numFmt w:val="decimal"/>
      <w:pStyle w:val="Nadpis3"/>
      <w:lvlText w:val="%1.%2.%3"/>
      <w:legacy w:legacy="1" w:legacySpace="284" w:legacyIndent="0"/>
      <w:lvlJc w:val="left"/>
    </w:lvl>
    <w:lvl w:ilvl="3">
      <w:start w:val="1"/>
      <w:numFmt w:val="decimal"/>
      <w:pStyle w:val="Nadpis4"/>
      <w:lvlText w:val="%1.%2.%3.%4"/>
      <w:legacy w:legacy="1" w:legacySpace="284" w:legacyIndent="0"/>
      <w:lvlJc w:val="left"/>
    </w:lvl>
    <w:lvl w:ilvl="4">
      <w:start w:val="1"/>
      <w:numFmt w:val="decimal"/>
      <w:pStyle w:val="Nadpis5"/>
      <w:lvlText w:val="%1.%2.%3.%4.%5"/>
      <w:legacy w:legacy="1" w:legacySpace="284" w:legacyIndent="0"/>
      <w:lvlJc w:val="left"/>
    </w:lvl>
    <w:lvl w:ilvl="5">
      <w:start w:val="1"/>
      <w:numFmt w:val="decimal"/>
      <w:pStyle w:val="Nadpis6"/>
      <w:lvlText w:val="%1.%2.%3.%4.%5.%6"/>
      <w:legacy w:legacy="1" w:legacySpace="284" w:legacyIndent="0"/>
      <w:lvlJc w:val="left"/>
    </w:lvl>
    <w:lvl w:ilvl="6">
      <w:start w:val="1"/>
      <w:numFmt w:val="decimal"/>
      <w:pStyle w:val="Nadpis7"/>
      <w:lvlText w:val="%1.%2.%3.%4.%5.%6.%7"/>
      <w:legacy w:legacy="1" w:legacySpace="28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28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284" w:legacyIndent="0"/>
      <w:lvlJc w:val="left"/>
    </w:lvl>
  </w:abstractNum>
  <w:abstractNum w:abstractNumId="11">
    <w:nsid w:val="37335F5B"/>
    <w:multiLevelType w:val="hybridMultilevel"/>
    <w:tmpl w:val="235CD214"/>
    <w:lvl w:ilvl="0" w:tplc="AD2284C6">
      <w:start w:val="1"/>
      <w:numFmt w:val="decimal"/>
      <w:lvlText w:val="%1"/>
      <w:lvlJc w:val="left"/>
      <w:pPr>
        <w:tabs>
          <w:tab w:val="num" w:pos="1499"/>
        </w:tabs>
        <w:ind w:left="149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9"/>
        </w:tabs>
        <w:ind w:left="221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9"/>
        </w:tabs>
        <w:ind w:left="293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9"/>
        </w:tabs>
        <w:ind w:left="365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9"/>
        </w:tabs>
        <w:ind w:left="437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9"/>
        </w:tabs>
        <w:ind w:left="509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9"/>
        </w:tabs>
        <w:ind w:left="581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9"/>
        </w:tabs>
        <w:ind w:left="653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9"/>
        </w:tabs>
        <w:ind w:left="7259" w:hanging="180"/>
      </w:pPr>
    </w:lvl>
  </w:abstractNum>
  <w:abstractNum w:abstractNumId="12">
    <w:nsid w:val="41CE4F41"/>
    <w:multiLevelType w:val="multilevel"/>
    <w:tmpl w:val="D1568D52"/>
    <w:lvl w:ilvl="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0" w:hanging="360"/>
      </w:pPr>
    </w:lvl>
    <w:lvl w:ilvl="2" w:tentative="1">
      <w:start w:val="1"/>
      <w:numFmt w:val="lowerRoman"/>
      <w:lvlText w:val="%3."/>
      <w:lvlJc w:val="right"/>
      <w:pPr>
        <w:ind w:left="2220" w:hanging="180"/>
      </w:pPr>
    </w:lvl>
    <w:lvl w:ilvl="3" w:tentative="1">
      <w:start w:val="1"/>
      <w:numFmt w:val="decimal"/>
      <w:lvlText w:val="%4."/>
      <w:lvlJc w:val="left"/>
      <w:pPr>
        <w:ind w:left="2940" w:hanging="360"/>
      </w:pPr>
    </w:lvl>
    <w:lvl w:ilvl="4" w:tentative="1">
      <w:start w:val="1"/>
      <w:numFmt w:val="lowerLetter"/>
      <w:lvlText w:val="%5."/>
      <w:lvlJc w:val="left"/>
      <w:pPr>
        <w:ind w:left="3660" w:hanging="360"/>
      </w:pPr>
    </w:lvl>
    <w:lvl w:ilvl="5" w:tentative="1">
      <w:start w:val="1"/>
      <w:numFmt w:val="lowerRoman"/>
      <w:lvlText w:val="%6."/>
      <w:lvlJc w:val="right"/>
      <w:pPr>
        <w:ind w:left="4380" w:hanging="180"/>
      </w:pPr>
    </w:lvl>
    <w:lvl w:ilvl="6" w:tentative="1">
      <w:start w:val="1"/>
      <w:numFmt w:val="decimal"/>
      <w:lvlText w:val="%7."/>
      <w:lvlJc w:val="left"/>
      <w:pPr>
        <w:ind w:left="5100" w:hanging="360"/>
      </w:pPr>
    </w:lvl>
    <w:lvl w:ilvl="7" w:tentative="1">
      <w:start w:val="1"/>
      <w:numFmt w:val="lowerLetter"/>
      <w:lvlText w:val="%8."/>
      <w:lvlJc w:val="left"/>
      <w:pPr>
        <w:ind w:left="5820" w:hanging="360"/>
      </w:pPr>
    </w:lvl>
    <w:lvl w:ilvl="8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4A8F20E1"/>
    <w:multiLevelType w:val="hybridMultilevel"/>
    <w:tmpl w:val="B4BABC20"/>
    <w:lvl w:ilvl="0" w:tplc="164E26A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4BC87531"/>
    <w:multiLevelType w:val="hybridMultilevel"/>
    <w:tmpl w:val="75B6336E"/>
    <w:lvl w:ilvl="0" w:tplc="0405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5">
    <w:nsid w:val="51807218"/>
    <w:multiLevelType w:val="hybridMultilevel"/>
    <w:tmpl w:val="B290E4B2"/>
    <w:lvl w:ilvl="0" w:tplc="04050001">
      <w:start w:val="1"/>
      <w:numFmt w:val="bullet"/>
      <w:pStyle w:val="Podnadpis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8C47BE"/>
    <w:multiLevelType w:val="multilevel"/>
    <w:tmpl w:val="FB82598C"/>
    <w:lvl w:ilvl="0">
      <w:start w:val="1"/>
      <w:numFmt w:val="decimal"/>
      <w:pStyle w:val="Anadpis1"/>
      <w:lvlText w:val="A.%1"/>
      <w:lvlJc w:val="left"/>
      <w:pPr>
        <w:tabs>
          <w:tab w:val="num" w:pos="0"/>
        </w:tabs>
        <w:ind w:left="709" w:hanging="709"/>
      </w:pPr>
      <w:rPr>
        <w:rFonts w:ascii="Arial" w:hAnsi="Arial" w:hint="default"/>
        <w:sz w:val="24"/>
        <w:szCs w:val="24"/>
        <w:u w:val="none"/>
      </w:rPr>
    </w:lvl>
    <w:lvl w:ilvl="1">
      <w:start w:val="1"/>
      <w:numFmt w:val="decimal"/>
      <w:pStyle w:val="Anadpis2"/>
      <w:suff w:val="nothing"/>
      <w:lvlText w:val="A.%1.%2"/>
      <w:lvlJc w:val="left"/>
      <w:pPr>
        <w:ind w:left="709" w:hanging="709"/>
      </w:pPr>
      <w:rPr>
        <w:rFonts w:ascii="Arial" w:hAnsi="Arial" w:hint="default"/>
        <w:color w:val="auto"/>
        <w:sz w:val="22"/>
        <w:szCs w:val="22"/>
        <w:u w:val="none"/>
      </w:rPr>
    </w:lvl>
    <w:lvl w:ilvl="2">
      <w:start w:val="1"/>
      <w:numFmt w:val="decimal"/>
      <w:pStyle w:val="Anadpis3"/>
      <w:suff w:val="nothing"/>
      <w:lvlText w:val="A.%1.%2.%3"/>
      <w:lvlJc w:val="left"/>
      <w:pPr>
        <w:ind w:left="709" w:hanging="709"/>
      </w:pPr>
      <w:rPr>
        <w:rFonts w:ascii="Arial" w:hAnsi="Arial" w:hint="default"/>
        <w:b w:val="0"/>
        <w:i w:val="0"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55600D12"/>
    <w:multiLevelType w:val="hybridMultilevel"/>
    <w:tmpl w:val="440C0690"/>
    <w:lvl w:ilvl="0" w:tplc="2CECE39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57441101"/>
    <w:multiLevelType w:val="hybridMultilevel"/>
    <w:tmpl w:val="DDAA4526"/>
    <w:lvl w:ilvl="0" w:tplc="45AAFDA0">
      <w:start w:val="1"/>
      <w:numFmt w:val="bullet"/>
      <w:pStyle w:val="Odstavec-odrka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>
    <w:nsid w:val="594F773A"/>
    <w:multiLevelType w:val="hybridMultilevel"/>
    <w:tmpl w:val="375C3EFE"/>
    <w:lvl w:ilvl="0" w:tplc="572EE6E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5B5E7ECE"/>
    <w:multiLevelType w:val="hybridMultilevel"/>
    <w:tmpl w:val="E1842578"/>
    <w:lvl w:ilvl="0" w:tplc="0405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21">
    <w:nsid w:val="6000336D"/>
    <w:multiLevelType w:val="hybridMultilevel"/>
    <w:tmpl w:val="E9EC7F2A"/>
    <w:lvl w:ilvl="0" w:tplc="572EE6E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62674F3A"/>
    <w:multiLevelType w:val="hybridMultilevel"/>
    <w:tmpl w:val="0A1653DE"/>
    <w:lvl w:ilvl="0" w:tplc="9D7AC29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63835A30"/>
    <w:multiLevelType w:val="singleLevel"/>
    <w:tmpl w:val="F572C7C0"/>
    <w:lvl w:ilvl="0">
      <w:start w:val="1"/>
      <w:numFmt w:val="bullet"/>
      <w:pStyle w:val="Znaka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>
    <w:nsid w:val="64AE41C4"/>
    <w:multiLevelType w:val="hybridMultilevel"/>
    <w:tmpl w:val="6A3CD6B0"/>
    <w:lvl w:ilvl="0" w:tplc="946A35C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65081FD4"/>
    <w:multiLevelType w:val="hybridMultilevel"/>
    <w:tmpl w:val="92F2C7D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66FB6960"/>
    <w:multiLevelType w:val="hybridMultilevel"/>
    <w:tmpl w:val="3A1E012A"/>
    <w:lvl w:ilvl="0" w:tplc="2B14F4C8">
      <w:start w:val="1"/>
      <w:numFmt w:val="upperLetter"/>
      <w:lvlText w:val="%1."/>
      <w:lvlJc w:val="left"/>
      <w:pPr>
        <w:ind w:left="689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76F4E9E"/>
    <w:multiLevelType w:val="hybridMultilevel"/>
    <w:tmpl w:val="22347430"/>
    <w:lvl w:ilvl="0" w:tplc="7B701C4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8">
    <w:nsid w:val="67CE2351"/>
    <w:multiLevelType w:val="hybridMultilevel"/>
    <w:tmpl w:val="208A971C"/>
    <w:lvl w:ilvl="0" w:tplc="92DC76C2">
      <w:numFmt w:val="bullet"/>
      <w:pStyle w:val="Odstavecsodrkou"/>
      <w:lvlText w:val="•"/>
      <w:lvlJc w:val="left"/>
      <w:pPr>
        <w:ind w:left="163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9">
    <w:nsid w:val="6F4208B6"/>
    <w:multiLevelType w:val="hybridMultilevel"/>
    <w:tmpl w:val="4210DDFA"/>
    <w:lvl w:ilvl="0" w:tplc="3E165BAC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>
    <w:nsid w:val="727845D9"/>
    <w:multiLevelType w:val="hybridMultilevel"/>
    <w:tmpl w:val="A7B2D93E"/>
    <w:lvl w:ilvl="0" w:tplc="8202F47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7B6402B8"/>
    <w:multiLevelType w:val="multilevel"/>
    <w:tmpl w:val="BD7CBDA6"/>
    <w:lvl w:ilvl="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2">
    <w:nsid w:val="7DA85FDA"/>
    <w:multiLevelType w:val="hybridMultilevel"/>
    <w:tmpl w:val="4462E312"/>
    <w:lvl w:ilvl="0" w:tplc="27FA24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04381D"/>
    <w:multiLevelType w:val="multilevel"/>
    <w:tmpl w:val="783ACEF6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23"/>
  </w:num>
  <w:num w:numId="4">
    <w:abstractNumId w:val="2"/>
  </w:num>
  <w:num w:numId="5">
    <w:abstractNumId w:val="16"/>
  </w:num>
  <w:num w:numId="6">
    <w:abstractNumId w:val="15"/>
  </w:num>
  <w:num w:numId="7">
    <w:abstractNumId w:val="8"/>
  </w:num>
  <w:num w:numId="8">
    <w:abstractNumId w:val="11"/>
  </w:num>
  <w:num w:numId="9">
    <w:abstractNumId w:val="9"/>
  </w:num>
  <w:num w:numId="10">
    <w:abstractNumId w:val="27"/>
  </w:num>
  <w:num w:numId="11">
    <w:abstractNumId w:val="12"/>
  </w:num>
  <w:num w:numId="12">
    <w:abstractNumId w:val="13"/>
  </w:num>
  <w:num w:numId="13">
    <w:abstractNumId w:val="5"/>
  </w:num>
  <w:num w:numId="14">
    <w:abstractNumId w:val="10"/>
  </w:num>
  <w:num w:numId="15">
    <w:abstractNumId w:val="31"/>
  </w:num>
  <w:num w:numId="16">
    <w:abstractNumId w:val="19"/>
  </w:num>
  <w:num w:numId="17">
    <w:abstractNumId w:val="25"/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6"/>
  </w:num>
  <w:num w:numId="22">
    <w:abstractNumId w:val="28"/>
  </w:num>
  <w:num w:numId="23">
    <w:abstractNumId w:val="29"/>
  </w:num>
  <w:num w:numId="24">
    <w:abstractNumId w:val="17"/>
  </w:num>
  <w:num w:numId="25">
    <w:abstractNumId w:val="24"/>
  </w:num>
  <w:num w:numId="26">
    <w:abstractNumId w:val="4"/>
  </w:num>
  <w:num w:numId="27">
    <w:abstractNumId w:val="33"/>
  </w:num>
  <w:num w:numId="28">
    <w:abstractNumId w:val="21"/>
  </w:num>
  <w:num w:numId="29">
    <w:abstractNumId w:val="18"/>
  </w:num>
  <w:num w:numId="30">
    <w:abstractNumId w:val="20"/>
  </w:num>
  <w:num w:numId="31">
    <w:abstractNumId w:val="5"/>
    <w:lvlOverride w:ilvl="0">
      <w:startOverride w:val="1"/>
    </w:lvlOverride>
  </w:num>
  <w:num w:numId="32">
    <w:abstractNumId w:val="30"/>
  </w:num>
  <w:num w:numId="33">
    <w:abstractNumId w:val="5"/>
    <w:lvlOverride w:ilvl="0">
      <w:startOverride w:val="1"/>
    </w:lvlOverride>
  </w:num>
  <w:num w:numId="34">
    <w:abstractNumId w:val="1"/>
  </w:num>
  <w:num w:numId="35">
    <w:abstractNumId w:val="26"/>
  </w:num>
  <w:num w:numId="36">
    <w:abstractNumId w:val="3"/>
  </w:num>
  <w:num w:numId="37">
    <w:abstractNumId w:val="5"/>
  </w:num>
  <w:num w:numId="38">
    <w:abstractNumId w:val="5"/>
  </w:num>
  <w:num w:numId="39">
    <w:abstractNumId w:val="22"/>
  </w:num>
  <w:num w:numId="40">
    <w:abstractNumId w:val="33"/>
  </w:num>
  <w:num w:numId="41">
    <w:abstractNumId w:val="14"/>
  </w:num>
  <w:num w:numId="42">
    <w:abstractNumId w:val="5"/>
  </w:num>
  <w:num w:numId="43">
    <w:abstractNumId w:val="3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proofState w:spelling="clean" w:grammar="clean"/>
  <w:attachedTemplate r:id="rId1"/>
  <w:defaultTabStop w:val="709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EF0"/>
    <w:rsid w:val="00003AE2"/>
    <w:rsid w:val="00016F67"/>
    <w:rsid w:val="00031280"/>
    <w:rsid w:val="000331B6"/>
    <w:rsid w:val="0005366B"/>
    <w:rsid w:val="00054FD1"/>
    <w:rsid w:val="00062C7F"/>
    <w:rsid w:val="0008465F"/>
    <w:rsid w:val="000B3A98"/>
    <w:rsid w:val="000B5A88"/>
    <w:rsid w:val="000D7C27"/>
    <w:rsid w:val="00112B29"/>
    <w:rsid w:val="0014118F"/>
    <w:rsid w:val="00162E7C"/>
    <w:rsid w:val="00181D55"/>
    <w:rsid w:val="00196D28"/>
    <w:rsid w:val="00202196"/>
    <w:rsid w:val="0023601E"/>
    <w:rsid w:val="00265E57"/>
    <w:rsid w:val="002B1FD9"/>
    <w:rsid w:val="002B65D9"/>
    <w:rsid w:val="002D2059"/>
    <w:rsid w:val="002E4CAF"/>
    <w:rsid w:val="00322EAF"/>
    <w:rsid w:val="00351BA6"/>
    <w:rsid w:val="003813A6"/>
    <w:rsid w:val="003977E3"/>
    <w:rsid w:val="003F19B8"/>
    <w:rsid w:val="004138DE"/>
    <w:rsid w:val="004217CB"/>
    <w:rsid w:val="004579F5"/>
    <w:rsid w:val="00486ECF"/>
    <w:rsid w:val="004B6565"/>
    <w:rsid w:val="004E1E8F"/>
    <w:rsid w:val="004F0E3A"/>
    <w:rsid w:val="00517F66"/>
    <w:rsid w:val="00534E5A"/>
    <w:rsid w:val="005379BB"/>
    <w:rsid w:val="00544C2C"/>
    <w:rsid w:val="00546BF0"/>
    <w:rsid w:val="005F4ED7"/>
    <w:rsid w:val="00606F21"/>
    <w:rsid w:val="00661B31"/>
    <w:rsid w:val="00671C5F"/>
    <w:rsid w:val="0067243A"/>
    <w:rsid w:val="00680406"/>
    <w:rsid w:val="006D28CC"/>
    <w:rsid w:val="00702904"/>
    <w:rsid w:val="00712DA9"/>
    <w:rsid w:val="00717B30"/>
    <w:rsid w:val="00733192"/>
    <w:rsid w:val="00750F89"/>
    <w:rsid w:val="0077302F"/>
    <w:rsid w:val="007E4D3E"/>
    <w:rsid w:val="0080500B"/>
    <w:rsid w:val="008175BA"/>
    <w:rsid w:val="00862782"/>
    <w:rsid w:val="008C1AE7"/>
    <w:rsid w:val="00901D22"/>
    <w:rsid w:val="00913EF0"/>
    <w:rsid w:val="00965BF3"/>
    <w:rsid w:val="0096720F"/>
    <w:rsid w:val="00973F1E"/>
    <w:rsid w:val="009A4733"/>
    <w:rsid w:val="009A4843"/>
    <w:rsid w:val="009D1AED"/>
    <w:rsid w:val="009E4723"/>
    <w:rsid w:val="00A048C3"/>
    <w:rsid w:val="00A16440"/>
    <w:rsid w:val="00A243C0"/>
    <w:rsid w:val="00A952FD"/>
    <w:rsid w:val="00AD2975"/>
    <w:rsid w:val="00AF7428"/>
    <w:rsid w:val="00B5290D"/>
    <w:rsid w:val="00B6536D"/>
    <w:rsid w:val="00B66AEC"/>
    <w:rsid w:val="00B80928"/>
    <w:rsid w:val="00BB3362"/>
    <w:rsid w:val="00BC7A74"/>
    <w:rsid w:val="00BE76DF"/>
    <w:rsid w:val="00C30B9E"/>
    <w:rsid w:val="00C71CB2"/>
    <w:rsid w:val="00CC5ACF"/>
    <w:rsid w:val="00D71D75"/>
    <w:rsid w:val="00D849D1"/>
    <w:rsid w:val="00D8517C"/>
    <w:rsid w:val="00DB08B6"/>
    <w:rsid w:val="00E06F92"/>
    <w:rsid w:val="00E63BD1"/>
    <w:rsid w:val="00E732C5"/>
    <w:rsid w:val="00F074FC"/>
    <w:rsid w:val="00F26C95"/>
    <w:rsid w:val="00F64B49"/>
    <w:rsid w:val="00F76013"/>
    <w:rsid w:val="00FA49B3"/>
    <w:rsid w:val="00FD2854"/>
    <w:rsid w:val="00FE37C8"/>
    <w:rsid w:val="00FE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Zkladntextodsazen"/>
    <w:qFormat/>
    <w:pPr>
      <w:jc w:val="both"/>
    </w:pPr>
    <w:rPr>
      <w:rFonts w:ascii="Arial" w:hAnsi="Arial"/>
      <w:sz w:val="18"/>
    </w:rPr>
  </w:style>
  <w:style w:type="paragraph" w:styleId="Nadpis1">
    <w:name w:val="heading 1"/>
    <w:next w:val="Anadpis2"/>
    <w:qFormat/>
    <w:rsid w:val="005379BB"/>
    <w:pPr>
      <w:keepNext/>
      <w:tabs>
        <w:tab w:val="left" w:pos="567"/>
      </w:tabs>
      <w:spacing w:before="240" w:after="120"/>
      <w:outlineLvl w:val="0"/>
    </w:pPr>
    <w:rPr>
      <w:rFonts w:ascii="Arial" w:hAnsi="Arial"/>
      <w:b/>
      <w:noProof/>
      <w:kern w:val="28"/>
      <w:sz w:val="28"/>
    </w:rPr>
  </w:style>
  <w:style w:type="paragraph" w:styleId="Nadpis2">
    <w:name w:val="heading 2"/>
    <w:basedOn w:val="Normln"/>
    <w:next w:val="Normlntext"/>
    <w:autoRedefine/>
    <w:qFormat/>
    <w:rsid w:val="0005366B"/>
    <w:pPr>
      <w:numPr>
        <w:ilvl w:val="1"/>
        <w:numId w:val="27"/>
      </w:numPr>
      <w:spacing w:before="120" w:after="60"/>
      <w:jc w:val="left"/>
      <w:outlineLvl w:val="1"/>
    </w:pPr>
    <w:rPr>
      <w:b/>
      <w:sz w:val="22"/>
    </w:rPr>
  </w:style>
  <w:style w:type="paragraph" w:styleId="Nadpis3">
    <w:name w:val="heading 3"/>
    <w:basedOn w:val="Normln"/>
    <w:next w:val="Normlntext"/>
    <w:qFormat/>
    <w:rsid w:val="005379BB"/>
    <w:pPr>
      <w:keepNext/>
      <w:numPr>
        <w:ilvl w:val="2"/>
        <w:numId w:val="14"/>
      </w:numPr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4"/>
      </w:numPr>
      <w:spacing w:before="240" w:after="60"/>
      <w:outlineLvl w:val="3"/>
    </w:pPr>
    <w:rPr>
      <w:b/>
      <w:i/>
    </w:rPr>
  </w:style>
  <w:style w:type="paragraph" w:styleId="Nadpis5">
    <w:name w:val="heading 5"/>
    <w:basedOn w:val="Normln"/>
    <w:next w:val="Normln"/>
    <w:qFormat/>
    <w:pPr>
      <w:numPr>
        <w:ilvl w:val="4"/>
        <w:numId w:val="14"/>
      </w:numPr>
      <w:spacing w:before="240" w:after="60"/>
      <w:outlineLvl w:val="4"/>
    </w:pPr>
    <w:rPr>
      <w:b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14"/>
      </w:numPr>
      <w:spacing w:before="240" w:after="60"/>
      <w:outlineLvl w:val="5"/>
    </w:pPr>
    <w:rPr>
      <w:b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4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14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14"/>
      </w:numPr>
      <w:spacing w:before="240" w:after="60"/>
      <w:outlineLvl w:val="8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aliases w:val="Základní text odsazený koncept"/>
    <w:basedOn w:val="Normln"/>
    <w:semiHidden/>
    <w:pPr>
      <w:spacing w:after="120"/>
      <w:ind w:left="283"/>
    </w:pPr>
  </w:style>
  <w:style w:type="paragraph" w:customStyle="1" w:styleId="Normlntext">
    <w:name w:val="Normální text"/>
    <w:basedOn w:val="Normln"/>
    <w:qFormat/>
    <w:rsid w:val="00F76013"/>
    <w:pPr>
      <w:ind w:left="420" w:firstLine="34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ervennormln">
    <w:name w:val="Červeně normální"/>
    <w:basedOn w:val="Normln"/>
    <w:rPr>
      <w:color w:val="FF0000"/>
    </w:rPr>
  </w:style>
  <w:style w:type="character" w:styleId="slostrnky">
    <w:name w:val="page number"/>
    <w:basedOn w:val="Standardnpsmoodstavce"/>
    <w:semiHidden/>
  </w:style>
  <w:style w:type="paragraph" w:customStyle="1" w:styleId="Hlavnnadpis">
    <w:name w:val="Hlavní nadpis"/>
    <w:basedOn w:val="Normln"/>
    <w:pPr>
      <w:jc w:val="center"/>
    </w:pPr>
    <w:rPr>
      <w:b/>
      <w:smallCaps/>
      <w:sz w:val="36"/>
    </w:rPr>
  </w:style>
  <w:style w:type="paragraph" w:customStyle="1" w:styleId="Zelennormln">
    <w:name w:val="Zeleně normální"/>
    <w:basedOn w:val="Normln"/>
    <w:rPr>
      <w:color w:val="00FF00"/>
    </w:rPr>
  </w:style>
  <w:style w:type="paragraph" w:customStyle="1" w:styleId="Modenormln">
    <w:name w:val="Modře normální"/>
    <w:basedOn w:val="Zelennormln"/>
    <w:rPr>
      <w:color w:val="0000FF"/>
    </w:rPr>
  </w:style>
  <w:style w:type="paragraph" w:customStyle="1" w:styleId="Normln10">
    <w:name w:val="Normální 10"/>
    <w:basedOn w:val="Normln"/>
    <w:rPr>
      <w:sz w:val="20"/>
    </w:rPr>
  </w:style>
  <w:style w:type="paragraph" w:customStyle="1" w:styleId="Normlnpodklady">
    <w:name w:val="Normální podklady"/>
    <w:basedOn w:val="Normln"/>
    <w:pPr>
      <w:ind w:left="567" w:hanging="227"/>
      <w:jc w:val="left"/>
    </w:pPr>
  </w:style>
  <w:style w:type="paragraph" w:customStyle="1" w:styleId="Normlntun">
    <w:name w:val="Normální tučně"/>
    <w:next w:val="Normln"/>
    <w:pPr>
      <w:jc w:val="center"/>
    </w:pPr>
    <w:rPr>
      <w:rFonts w:ascii="Arial" w:hAnsi="Arial"/>
      <w:b/>
      <w:noProof/>
    </w:rPr>
  </w:style>
  <w:style w:type="paragraph" w:customStyle="1" w:styleId="Odrkypodklady">
    <w:name w:val="Odrážky podklady"/>
    <w:basedOn w:val="Normlnpodklady"/>
    <w:pPr>
      <w:numPr>
        <w:numId w:val="2"/>
      </w:numPr>
      <w:ind w:left="697" w:hanging="357"/>
    </w:pPr>
  </w:style>
  <w:style w:type="paragraph" w:styleId="Seznam">
    <w:name w:val="List"/>
    <w:basedOn w:val="Normln"/>
    <w:semiHidden/>
    <w:pPr>
      <w:ind w:left="283" w:hanging="283"/>
      <w:jc w:val="left"/>
    </w:pPr>
  </w:style>
  <w:style w:type="paragraph" w:styleId="Seznamsodrkami">
    <w:name w:val="List Bullet"/>
    <w:basedOn w:val="Normln"/>
    <w:autoRedefine/>
    <w:semiHidden/>
    <w:pPr>
      <w:ind w:left="283" w:hanging="283"/>
      <w:jc w:val="left"/>
    </w:pPr>
    <w:rPr>
      <w:rFonts w:ascii="Times New Roman" w:hAnsi="Times New Roman"/>
      <w:sz w:val="24"/>
    </w:rPr>
  </w:style>
  <w:style w:type="paragraph" w:styleId="Seznamsodrkami2">
    <w:name w:val="List Bullet 2"/>
    <w:basedOn w:val="Normln"/>
    <w:autoRedefine/>
    <w:semiHidden/>
    <w:pPr>
      <w:ind w:left="566" w:hanging="283"/>
      <w:jc w:val="left"/>
    </w:pPr>
    <w:rPr>
      <w:rFonts w:ascii="Times New Roman" w:hAnsi="Times New Roman"/>
      <w:sz w:val="24"/>
    </w:rPr>
  </w:style>
  <w:style w:type="character" w:styleId="Siln">
    <w:name w:val="Strong"/>
    <w:uiPriority w:val="22"/>
    <w:qFormat/>
    <w:rPr>
      <w:b/>
    </w:rPr>
  </w:style>
  <w:style w:type="paragraph" w:customStyle="1" w:styleId="Stavebnpozemek">
    <w:name w:val="Stavební pozemek"/>
    <w:rPr>
      <w:snapToGrid w:val="0"/>
      <w:sz w:val="2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text"/>
    <w:next w:val="Normlntext"/>
    <w:semiHidden/>
    <w:pPr>
      <w:spacing w:after="120"/>
      <w:jc w:val="left"/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ODSTAVEC">
    <w:name w:val="ODSTAVEC"/>
    <w:basedOn w:val="Zkladntextodsazen"/>
    <w:pPr>
      <w:ind w:left="284" w:firstLine="567"/>
    </w:pPr>
    <w:rPr>
      <w:rFonts w:ascii="Times New Roman" w:hAnsi="Times New Roman"/>
      <w:sz w:val="22"/>
    </w:rPr>
  </w:style>
  <w:style w:type="paragraph" w:styleId="Zkladntext-prvnodsazen">
    <w:name w:val="Body Text First Indent"/>
    <w:basedOn w:val="Zkladntext"/>
    <w:semiHidden/>
    <w:pPr>
      <w:spacing w:before="120" w:after="60"/>
      <w:ind w:firstLine="510"/>
    </w:pPr>
    <w:rPr>
      <w:sz w:val="20"/>
    </w:rPr>
  </w:style>
  <w:style w:type="paragraph" w:customStyle="1" w:styleId="Znaka1">
    <w:name w:val="Značka 1"/>
    <w:pPr>
      <w:widowControl w:val="0"/>
      <w:numPr>
        <w:numId w:val="3"/>
      </w:numPr>
      <w:spacing w:line="226" w:lineRule="atLeast"/>
    </w:pPr>
    <w:rPr>
      <w:rFonts w:ascii="Arial" w:hAnsi="Arial"/>
      <w:snapToGrid w:val="0"/>
      <w:color w:val="000000"/>
    </w:rPr>
  </w:style>
  <w:style w:type="paragraph" w:styleId="Zkladntextodsazen2">
    <w:name w:val="Body Text Indent 2"/>
    <w:basedOn w:val="Normln"/>
    <w:semiHidden/>
    <w:pPr>
      <w:ind w:firstLine="284"/>
    </w:pPr>
    <w:rPr>
      <w:rFonts w:cs="Arial"/>
      <w:color w:val="FF0000"/>
    </w:rPr>
  </w:style>
  <w:style w:type="paragraph" w:customStyle="1" w:styleId="odstavec0">
    <w:name w:val="odstavec"/>
    <w:basedOn w:val="Normln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Zkladntext2">
    <w:name w:val="Body Text 2"/>
    <w:basedOn w:val="Normln"/>
    <w:semiHidden/>
    <w:pPr>
      <w:jc w:val="left"/>
    </w:pPr>
    <w:rPr>
      <w:rFonts w:ascii="Times New Roman" w:hAnsi="Times New Roman"/>
      <w:sz w:val="24"/>
    </w:rPr>
  </w:style>
  <w:style w:type="paragraph" w:styleId="Zkladntext3">
    <w:name w:val="Body Text 3"/>
    <w:basedOn w:val="Normln"/>
    <w:semiHidden/>
    <w:rPr>
      <w:sz w:val="20"/>
    </w:rPr>
  </w:style>
  <w:style w:type="paragraph" w:customStyle="1" w:styleId="Zkladntextodstaved">
    <w:name w:val="Základní text.()odstaved"/>
    <w:basedOn w:val="Normln"/>
    <w:pPr>
      <w:widowControl w:val="0"/>
      <w:spacing w:before="85"/>
      <w:ind w:firstLine="720"/>
    </w:pPr>
    <w:rPr>
      <w:snapToGrid w:val="0"/>
      <w:color w:val="000000"/>
      <w:sz w:val="20"/>
    </w:rPr>
  </w:style>
  <w:style w:type="paragraph" w:customStyle="1" w:styleId="dka">
    <w:name w:val="Řádka"/>
    <w:pPr>
      <w:widowControl w:val="0"/>
      <w:spacing w:before="28"/>
      <w:jc w:val="both"/>
    </w:pPr>
    <w:rPr>
      <w:rFonts w:ascii="Arial" w:hAnsi="Arial"/>
      <w:snapToGrid w:val="0"/>
      <w:color w:val="000000"/>
    </w:rPr>
  </w:style>
  <w:style w:type="paragraph" w:customStyle="1" w:styleId="ParcelydoTZ">
    <w:name w:val="Parcely do TZ"/>
    <w:basedOn w:val="Normln"/>
    <w:pPr>
      <w:keepLines/>
      <w:tabs>
        <w:tab w:val="left" w:pos="1587"/>
        <w:tab w:val="decimal" w:pos="3458"/>
        <w:tab w:val="right" w:pos="4592"/>
        <w:tab w:val="left" w:pos="5046"/>
        <w:tab w:val="left" w:pos="14061"/>
      </w:tabs>
      <w:spacing w:before="120" w:line="240" w:lineRule="atLeast"/>
      <w:ind w:left="5046" w:hanging="4479"/>
    </w:pPr>
    <w:rPr>
      <w:snapToGrid w:val="0"/>
      <w:sz w:val="20"/>
    </w:rPr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PODODSTAVECKONCEPT">
    <w:name w:val="PODODSTAVEC KONCEPT"/>
    <w:basedOn w:val="Normln"/>
    <w:next w:val="PODODSTAVEC"/>
    <w:pPr>
      <w:widowControl w:val="0"/>
      <w:numPr>
        <w:numId w:val="4"/>
      </w:numPr>
      <w:tabs>
        <w:tab w:val="clear" w:pos="1571"/>
        <w:tab w:val="num" w:pos="1211"/>
        <w:tab w:val="left" w:pos="1843"/>
      </w:tabs>
      <w:spacing w:after="120"/>
      <w:ind w:left="1211"/>
      <w:jc w:val="left"/>
    </w:pPr>
    <w:rPr>
      <w:rFonts w:ascii="Times New Roman" w:hAnsi="Times New Roman"/>
      <w:bCs/>
      <w:color w:val="0000FF"/>
      <w:sz w:val="22"/>
    </w:rPr>
  </w:style>
  <w:style w:type="paragraph" w:customStyle="1" w:styleId="PODODSTAVEC">
    <w:name w:val="PODODSTAVEC"/>
    <w:basedOn w:val="PODODSTAVECKONCEPT"/>
    <w:qFormat/>
    <w:pPr>
      <w:tabs>
        <w:tab w:val="clear" w:pos="1211"/>
        <w:tab w:val="num" w:pos="1571"/>
      </w:tabs>
      <w:ind w:left="1571"/>
    </w:pPr>
    <w:rPr>
      <w:color w:val="auto"/>
    </w:rPr>
  </w:style>
  <w:style w:type="paragraph" w:customStyle="1" w:styleId="Anadpis1">
    <w:name w:val="A nadpis 1"/>
    <w:pPr>
      <w:keepNext/>
      <w:numPr>
        <w:numId w:val="5"/>
      </w:numPr>
      <w:tabs>
        <w:tab w:val="left" w:pos="709"/>
        <w:tab w:val="left" w:pos="9356"/>
      </w:tabs>
      <w:spacing w:before="360" w:after="60"/>
    </w:pPr>
    <w:rPr>
      <w:rFonts w:ascii="Arial" w:hAnsi="Arial"/>
      <w:b/>
      <w:caps/>
      <w:sz w:val="24"/>
      <w:szCs w:val="28"/>
      <w:u w:val="single"/>
    </w:rPr>
  </w:style>
  <w:style w:type="paragraph" w:customStyle="1" w:styleId="Anadpis3">
    <w:name w:val="A nadpis 3"/>
    <w:basedOn w:val="Nadpis3"/>
    <w:pPr>
      <w:numPr>
        <w:numId w:val="5"/>
      </w:numPr>
      <w:spacing w:after="0"/>
      <w:jc w:val="left"/>
    </w:pPr>
    <w:rPr>
      <w:b w:val="0"/>
      <w:sz w:val="22"/>
      <w:u w:val="single"/>
    </w:rPr>
  </w:style>
  <w:style w:type="paragraph" w:customStyle="1" w:styleId="Anadpis2">
    <w:name w:val="A nadpis 2"/>
    <w:basedOn w:val="Nadpis2"/>
    <w:next w:val="Anadpis3"/>
    <w:pPr>
      <w:numPr>
        <w:numId w:val="5"/>
      </w:numPr>
      <w:spacing w:before="360"/>
      <w:outlineLvl w:val="2"/>
    </w:pPr>
  </w:style>
  <w:style w:type="paragraph" w:customStyle="1" w:styleId="Zkladntext21">
    <w:name w:val="Základní text 21"/>
    <w:basedOn w:val="Normln"/>
    <w:pPr>
      <w:widowControl w:val="0"/>
      <w:spacing w:before="120"/>
    </w:pPr>
    <w:rPr>
      <w:sz w:val="24"/>
    </w:rPr>
  </w:style>
  <w:style w:type="paragraph" w:customStyle="1" w:styleId="NormlnBlok">
    <w:name w:val="Normální+Blok"/>
    <w:basedOn w:val="Normln"/>
    <w:rPr>
      <w:rFonts w:ascii="Times New Roman" w:hAnsi="Times New Roman"/>
      <w:sz w:val="22"/>
    </w:rPr>
  </w:style>
  <w:style w:type="paragraph" w:styleId="Prosttext">
    <w:name w:val="Plain Text"/>
    <w:basedOn w:val="Normln"/>
    <w:semiHidden/>
    <w:pPr>
      <w:jc w:val="left"/>
    </w:pPr>
    <w:rPr>
      <w:rFonts w:ascii="Courier New" w:hAnsi="Courier New" w:cs="Courier New"/>
      <w:sz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customStyle="1" w:styleId="WW-Absatz-Standardschriftart1">
    <w:name w:val="WW-Absatz-Standardschriftart1"/>
  </w:style>
  <w:style w:type="paragraph" w:customStyle="1" w:styleId="WW-Nadpis1">
    <w:name w:val="WW-Nadpis1"/>
    <w:next w:val="Podnadpis"/>
    <w:pPr>
      <w:keepNext/>
      <w:keepLines/>
      <w:suppressAutoHyphens/>
      <w:autoSpaceDE w:val="0"/>
      <w:spacing w:before="100" w:after="200"/>
    </w:pPr>
    <w:rPr>
      <w:b/>
      <w:bCs/>
      <w:color w:val="000000"/>
      <w:sz w:val="32"/>
      <w:szCs w:val="32"/>
      <w:lang w:eastAsia="ar-SA"/>
    </w:rPr>
  </w:style>
  <w:style w:type="paragraph" w:customStyle="1" w:styleId="Podnadpis">
    <w:name w:val="Podnadpis"/>
    <w:pPr>
      <w:keepNext/>
      <w:keepLines/>
      <w:suppressAutoHyphens/>
      <w:autoSpaceDE w:val="0"/>
      <w:spacing w:before="300" w:after="200"/>
      <w:jc w:val="both"/>
    </w:pPr>
    <w:rPr>
      <w:b/>
      <w:bCs/>
      <w:color w:val="000000"/>
      <w:sz w:val="28"/>
      <w:szCs w:val="28"/>
      <w:lang w:eastAsia="ar-SA"/>
    </w:rPr>
  </w:style>
  <w:style w:type="paragraph" w:customStyle="1" w:styleId="Zkladntextodsazen21">
    <w:name w:val="Základní text odsazený 21"/>
    <w:basedOn w:val="Normln"/>
    <w:pPr>
      <w:suppressLineNumbers/>
      <w:tabs>
        <w:tab w:val="left" w:pos="284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left="284"/>
    </w:pPr>
    <w:rPr>
      <w:rFonts w:ascii="Times New Roman" w:hAnsi="Times New Roman"/>
      <w:sz w:val="24"/>
    </w:rPr>
  </w:style>
  <w:style w:type="paragraph" w:customStyle="1" w:styleId="Zkladntextodsazen31">
    <w:name w:val="Základní text odsazený 31"/>
    <w:basedOn w:val="Normln"/>
    <w:pPr>
      <w:suppressLineNumbers/>
      <w:tabs>
        <w:tab w:val="left" w:pos="567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firstLine="284"/>
    </w:pPr>
    <w:rPr>
      <w:rFonts w:ascii="Times New Roman" w:hAnsi="Times New Roman"/>
      <w:sz w:val="24"/>
    </w:rPr>
  </w:style>
  <w:style w:type="paragraph" w:customStyle="1" w:styleId="Normln1">
    <w:name w:val="Normální1"/>
    <w:basedOn w:val="Normln"/>
    <w:next w:val="Normln"/>
    <w:pPr>
      <w:widowControl w:val="0"/>
    </w:pPr>
    <w:rPr>
      <w:noProof/>
      <w:color w:val="000000"/>
    </w:rPr>
  </w:style>
  <w:style w:type="paragraph" w:customStyle="1" w:styleId="PODNADPISa">
    <w:name w:val="PODNADPIS a)"/>
    <w:basedOn w:val="Nadpis2"/>
    <w:next w:val="Normln"/>
    <w:pPr>
      <w:numPr>
        <w:ilvl w:val="0"/>
        <w:numId w:val="1"/>
      </w:numPr>
    </w:pPr>
  </w:style>
  <w:style w:type="paragraph" w:customStyle="1" w:styleId="xl31">
    <w:name w:val="xl31"/>
    <w:basedOn w:val="Normln"/>
    <w:pPr>
      <w:spacing w:before="100" w:beforeAutospacing="1" w:after="100" w:afterAutospacing="1"/>
      <w:jc w:val="center"/>
      <w:textAlignment w:val="top"/>
    </w:pPr>
    <w:rPr>
      <w:rFonts w:eastAsia="Arial Unicode MS" w:cs="Arial Unicode MS"/>
      <w:b/>
      <w:bCs/>
      <w:sz w:val="24"/>
      <w:szCs w:val="24"/>
    </w:rPr>
  </w:style>
  <w:style w:type="paragraph" w:customStyle="1" w:styleId="Podnadpis1">
    <w:name w:val="Podnadpis 1"/>
    <w:basedOn w:val="Normln"/>
    <w:next w:val="Normlnweb"/>
    <w:pPr>
      <w:keepNext/>
      <w:numPr>
        <w:numId w:val="6"/>
      </w:numPr>
      <w:jc w:val="left"/>
    </w:pPr>
    <w:rPr>
      <w:rFonts w:cs="Arial"/>
      <w:sz w:val="24"/>
      <w:szCs w:val="24"/>
    </w:rPr>
  </w:style>
  <w:style w:type="paragraph" w:styleId="Normlnweb">
    <w:name w:val="Normal (Web)"/>
    <w:basedOn w:val="Normln"/>
    <w:semiHidden/>
    <w:rPr>
      <w:rFonts w:ascii="Times New Roman" w:hAnsi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pPr>
      <w:spacing w:before="120" w:after="120"/>
      <w:jc w:val="left"/>
    </w:pPr>
    <w:rPr>
      <w:rFonts w:ascii="Calibri" w:hAnsi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pPr>
      <w:ind w:left="180"/>
      <w:jc w:val="left"/>
    </w:pPr>
    <w:rPr>
      <w:rFonts w:ascii="Calibri" w:hAnsi="Calibri"/>
      <w:smallCaps/>
      <w:sz w:val="20"/>
    </w:rPr>
  </w:style>
  <w:style w:type="paragraph" w:styleId="Obsah3">
    <w:name w:val="toc 3"/>
    <w:basedOn w:val="Normln"/>
    <w:next w:val="Normln"/>
    <w:autoRedefine/>
    <w:uiPriority w:val="39"/>
    <w:pPr>
      <w:ind w:left="360"/>
      <w:jc w:val="left"/>
    </w:pPr>
    <w:rPr>
      <w:rFonts w:ascii="Calibri" w:hAnsi="Calibri"/>
      <w:i/>
      <w:iCs/>
      <w:sz w:val="20"/>
    </w:rPr>
  </w:style>
  <w:style w:type="paragraph" w:styleId="Obsah4">
    <w:name w:val="toc 4"/>
    <w:basedOn w:val="Normln"/>
    <w:next w:val="Normln"/>
    <w:autoRedefine/>
    <w:semiHidden/>
    <w:pPr>
      <w:ind w:left="540"/>
      <w:jc w:val="left"/>
    </w:pPr>
    <w:rPr>
      <w:rFonts w:ascii="Calibri" w:hAnsi="Calibri"/>
      <w:szCs w:val="18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rFonts w:ascii="Calibri" w:hAnsi="Calibri"/>
      <w:szCs w:val="18"/>
    </w:rPr>
  </w:style>
  <w:style w:type="paragraph" w:styleId="Obsah6">
    <w:name w:val="toc 6"/>
    <w:basedOn w:val="Normln"/>
    <w:next w:val="Normln"/>
    <w:autoRedefine/>
    <w:semiHidden/>
    <w:pPr>
      <w:ind w:left="900"/>
      <w:jc w:val="left"/>
    </w:pPr>
    <w:rPr>
      <w:rFonts w:ascii="Calibri" w:hAnsi="Calibri"/>
      <w:szCs w:val="18"/>
    </w:rPr>
  </w:style>
  <w:style w:type="paragraph" w:styleId="Obsah7">
    <w:name w:val="toc 7"/>
    <w:basedOn w:val="Normln"/>
    <w:next w:val="Normln"/>
    <w:autoRedefine/>
    <w:semiHidden/>
    <w:pPr>
      <w:ind w:left="1080"/>
      <w:jc w:val="left"/>
    </w:pPr>
    <w:rPr>
      <w:rFonts w:ascii="Calibri" w:hAnsi="Calibri"/>
      <w:szCs w:val="18"/>
    </w:rPr>
  </w:style>
  <w:style w:type="paragraph" w:styleId="Obsah8">
    <w:name w:val="toc 8"/>
    <w:basedOn w:val="Normln"/>
    <w:next w:val="Normln"/>
    <w:autoRedefine/>
    <w:semiHidden/>
    <w:pPr>
      <w:ind w:left="1260"/>
      <w:jc w:val="left"/>
    </w:pPr>
    <w:rPr>
      <w:rFonts w:ascii="Calibri" w:hAnsi="Calibri"/>
      <w:szCs w:val="18"/>
    </w:rPr>
  </w:style>
  <w:style w:type="paragraph" w:styleId="Obsah9">
    <w:name w:val="toc 9"/>
    <w:basedOn w:val="Normln"/>
    <w:next w:val="Normln"/>
    <w:autoRedefine/>
    <w:semiHidden/>
    <w:pPr>
      <w:ind w:left="1440"/>
      <w:jc w:val="left"/>
    </w:pPr>
    <w:rPr>
      <w:rFonts w:ascii="Calibri" w:hAnsi="Calibri"/>
      <w:szCs w:val="18"/>
    </w:rPr>
  </w:style>
  <w:style w:type="paragraph" w:styleId="Textkomente">
    <w:name w:val="annotation text"/>
    <w:basedOn w:val="Normln"/>
    <w:semiHidden/>
    <w:pPr>
      <w:jc w:val="left"/>
    </w:pPr>
    <w:rPr>
      <w:rFonts w:ascii="Times New Roman" w:hAnsi="Times New Roman"/>
      <w:sz w:val="20"/>
    </w:rPr>
  </w:style>
  <w:style w:type="character" w:customStyle="1" w:styleId="Char1">
    <w:name w:val="Char1"/>
    <w:basedOn w:val="Standardnpsmoodstavce"/>
    <w:semiHidden/>
  </w:style>
  <w:style w:type="character" w:styleId="Sledovanodkaz">
    <w:name w:val="FollowedHyperlink"/>
    <w:semiHidden/>
    <w:rPr>
      <w:color w:val="800080"/>
      <w:u w:val="single"/>
    </w:rPr>
  </w:style>
  <w:style w:type="paragraph" w:customStyle="1" w:styleId="BBSnadpis1">
    <w:name w:val="_BBS nadpis 1"/>
    <w:basedOn w:val="Nadpis1"/>
    <w:autoRedefine/>
    <w:pPr>
      <w:tabs>
        <w:tab w:val="clear" w:pos="567"/>
      </w:tabs>
      <w:spacing w:before="0" w:after="0"/>
      <w:jc w:val="both"/>
    </w:pPr>
    <w:rPr>
      <w:rFonts w:cs="Arial"/>
      <w:bCs/>
      <w:noProof w:val="0"/>
      <w:kern w:val="0"/>
      <w:sz w:val="22"/>
      <w:szCs w:val="22"/>
      <w:u w:val="single"/>
      <w:lang w:val="sk-SK"/>
    </w:rPr>
  </w:style>
  <w:style w:type="paragraph" w:styleId="Nzev">
    <w:name w:val="Title"/>
    <w:basedOn w:val="Normln"/>
    <w:next w:val="Normln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Char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BBSnormal">
    <w:name w:val="_BBS normal"/>
    <w:basedOn w:val="Normln"/>
    <w:rPr>
      <w:rFonts w:cs="Arial"/>
      <w:sz w:val="22"/>
    </w:rPr>
  </w:style>
  <w:style w:type="character" w:customStyle="1" w:styleId="NormlntextChar">
    <w:name w:val="Normální text Char"/>
    <w:rPr>
      <w:rFonts w:ascii="Arial" w:hAnsi="Arial"/>
      <w:sz w:val="18"/>
      <w:lang w:val="cs-CZ" w:eastAsia="cs-CZ" w:bidi="ar-SA"/>
    </w:rPr>
  </w:style>
  <w:style w:type="character" w:customStyle="1" w:styleId="ZkladntextodsazenkonceptChar">
    <w:name w:val="Základní text odsazený koncept Char"/>
    <w:rPr>
      <w:rFonts w:ascii="Arial" w:hAnsi="Arial"/>
      <w:sz w:val="18"/>
      <w:lang w:val="cs-CZ" w:eastAsia="cs-CZ" w:bidi="ar-SA"/>
    </w:rPr>
  </w:style>
  <w:style w:type="paragraph" w:customStyle="1" w:styleId="ENadpisI">
    <w:name w:val="E Nadpis &quot;I&quot;"/>
    <w:basedOn w:val="Normln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before="160" w:after="80"/>
      <w:jc w:val="left"/>
      <w:textAlignment w:val="baseline"/>
    </w:pPr>
    <w:rPr>
      <w:rFonts w:ascii="Century Gothic" w:hAnsi="Century Gothic"/>
      <w:b/>
      <w:color w:val="000000"/>
      <w:sz w:val="24"/>
    </w:rPr>
  </w:style>
  <w:style w:type="paragraph" w:customStyle="1" w:styleId="EZkladntext">
    <w:name w:val="E Základní text"/>
    <w:basedOn w:val="Normln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after="80"/>
      <w:textAlignment w:val="baseline"/>
    </w:pPr>
    <w:rPr>
      <w:rFonts w:ascii="Century Gothic" w:hAnsi="Century Gothic"/>
      <w:color w:val="000000"/>
      <w:sz w:val="20"/>
    </w:rPr>
  </w:style>
  <w:style w:type="paragraph" w:customStyle="1" w:styleId="TZNadpis4">
    <w:name w:val="TZ Nadpis 4"/>
    <w:basedOn w:val="Normln"/>
    <w:next w:val="Normlntext"/>
    <w:link w:val="TZNadpis4Char"/>
    <w:qFormat/>
    <w:rsid w:val="004E1E8F"/>
    <w:pPr>
      <w:numPr>
        <w:numId w:val="13"/>
      </w:numPr>
      <w:spacing w:before="240" w:after="120"/>
    </w:pPr>
    <w:rPr>
      <w:rFonts w:cs="Arial"/>
      <w:color w:val="000000"/>
      <w:sz w:val="20"/>
    </w:rPr>
  </w:style>
  <w:style w:type="paragraph" w:customStyle="1" w:styleId="Odstavecsodrkou">
    <w:name w:val="Odstavec s odrážkou"/>
    <w:basedOn w:val="ODSTAVEC"/>
    <w:qFormat/>
    <w:rsid w:val="000B3A98"/>
    <w:pPr>
      <w:numPr>
        <w:numId w:val="22"/>
      </w:numPr>
      <w:spacing w:after="0"/>
    </w:pPr>
    <w:rPr>
      <w:rFonts w:ascii="Arial" w:hAnsi="Arial" w:cs="Arial"/>
      <w:color w:val="0033CC"/>
      <w:sz w:val="20"/>
    </w:rPr>
  </w:style>
  <w:style w:type="character" w:customStyle="1" w:styleId="TZNadpis4Char">
    <w:name w:val="TZ Nadpis 4 Char"/>
    <w:link w:val="TZNadpis4"/>
    <w:rsid w:val="004E1E8F"/>
    <w:rPr>
      <w:rFonts w:ascii="Arial" w:hAnsi="Arial" w:cs="Arial"/>
      <w:color w:val="000000"/>
    </w:rPr>
  </w:style>
  <w:style w:type="paragraph" w:customStyle="1" w:styleId="Odstavecodrky2">
    <w:name w:val="Odstavec odrážky 2"/>
    <w:basedOn w:val="Odstavecsodrkou"/>
    <w:link w:val="Odstavecodrky2Char"/>
    <w:qFormat/>
    <w:rsid w:val="000B3A98"/>
    <w:pPr>
      <w:tabs>
        <w:tab w:val="decimal" w:pos="7230"/>
      </w:tabs>
    </w:pPr>
  </w:style>
  <w:style w:type="character" w:customStyle="1" w:styleId="Odstavecodrky2Char">
    <w:name w:val="Odstavec odrážky 2 Char"/>
    <w:link w:val="Odstavecodrky2"/>
    <w:rsid w:val="000B3A98"/>
    <w:rPr>
      <w:rFonts w:ascii="Arial" w:hAnsi="Arial" w:cs="Arial"/>
      <w:color w:val="0033CC"/>
    </w:rPr>
  </w:style>
  <w:style w:type="paragraph" w:customStyle="1" w:styleId="Nadpis21">
    <w:name w:val="Nadpis 2.1"/>
    <w:basedOn w:val="Normln"/>
    <w:next w:val="Nadpis3"/>
    <w:link w:val="Nadpis21Char"/>
    <w:qFormat/>
    <w:rsid w:val="004138DE"/>
    <w:pPr>
      <w:keepNext/>
    </w:pPr>
    <w:rPr>
      <w:sz w:val="20"/>
    </w:rPr>
  </w:style>
  <w:style w:type="character" w:customStyle="1" w:styleId="Nadpis21Char">
    <w:name w:val="Nadpis 2.1 Char"/>
    <w:link w:val="Nadpis21"/>
    <w:rsid w:val="004138DE"/>
    <w:rPr>
      <w:rFonts w:ascii="Arial" w:hAnsi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4138DE"/>
    <w:pPr>
      <w:ind w:left="720" w:firstLine="556"/>
      <w:contextualSpacing/>
    </w:pPr>
    <w:rPr>
      <w:sz w:val="20"/>
    </w:rPr>
  </w:style>
  <w:style w:type="character" w:customStyle="1" w:styleId="OdstavecseseznamemChar">
    <w:name w:val="Odstavec se seznamem Char"/>
    <w:link w:val="Odstavecseseznamem"/>
    <w:uiPriority w:val="34"/>
    <w:rsid w:val="004138DE"/>
    <w:rPr>
      <w:rFonts w:ascii="Arial" w:hAnsi="Arial"/>
    </w:rPr>
  </w:style>
  <w:style w:type="paragraph" w:customStyle="1" w:styleId="Odstavec-odrka">
    <w:name w:val="Odstavec - odrážka"/>
    <w:basedOn w:val="Odstavecseseznamem"/>
    <w:link w:val="Odstavec-odrkaChar"/>
    <w:qFormat/>
    <w:rsid w:val="002E4CAF"/>
    <w:pPr>
      <w:numPr>
        <w:numId w:val="29"/>
      </w:numPr>
    </w:pPr>
  </w:style>
  <w:style w:type="character" w:customStyle="1" w:styleId="Odstavec-odrkaChar">
    <w:name w:val="Odstavec - odrážka Char"/>
    <w:link w:val="Odstavec-odrka"/>
    <w:rsid w:val="002E4CAF"/>
    <w:rPr>
      <w:rFonts w:ascii="Arial" w:hAnsi="Arial"/>
    </w:rPr>
  </w:style>
  <w:style w:type="paragraph" w:customStyle="1" w:styleId="cast-priloha">
    <w:name w:val="cast-priloha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seznam2">
    <w:name w:val="seznam2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Zkladntextodsazen"/>
    <w:qFormat/>
    <w:pPr>
      <w:jc w:val="both"/>
    </w:pPr>
    <w:rPr>
      <w:rFonts w:ascii="Arial" w:hAnsi="Arial"/>
      <w:sz w:val="18"/>
    </w:rPr>
  </w:style>
  <w:style w:type="paragraph" w:styleId="Nadpis1">
    <w:name w:val="heading 1"/>
    <w:next w:val="Anadpis2"/>
    <w:qFormat/>
    <w:rsid w:val="005379BB"/>
    <w:pPr>
      <w:keepNext/>
      <w:tabs>
        <w:tab w:val="left" w:pos="567"/>
      </w:tabs>
      <w:spacing w:before="240" w:after="120"/>
      <w:outlineLvl w:val="0"/>
    </w:pPr>
    <w:rPr>
      <w:rFonts w:ascii="Arial" w:hAnsi="Arial"/>
      <w:b/>
      <w:noProof/>
      <w:kern w:val="28"/>
      <w:sz w:val="28"/>
    </w:rPr>
  </w:style>
  <w:style w:type="paragraph" w:styleId="Nadpis2">
    <w:name w:val="heading 2"/>
    <w:basedOn w:val="Normln"/>
    <w:next w:val="Normlntext"/>
    <w:autoRedefine/>
    <w:qFormat/>
    <w:rsid w:val="0005366B"/>
    <w:pPr>
      <w:numPr>
        <w:ilvl w:val="1"/>
        <w:numId w:val="27"/>
      </w:numPr>
      <w:spacing w:before="120" w:after="60"/>
      <w:jc w:val="left"/>
      <w:outlineLvl w:val="1"/>
    </w:pPr>
    <w:rPr>
      <w:b/>
      <w:sz w:val="22"/>
    </w:rPr>
  </w:style>
  <w:style w:type="paragraph" w:styleId="Nadpis3">
    <w:name w:val="heading 3"/>
    <w:basedOn w:val="Normln"/>
    <w:next w:val="Normlntext"/>
    <w:qFormat/>
    <w:rsid w:val="005379BB"/>
    <w:pPr>
      <w:keepNext/>
      <w:numPr>
        <w:ilvl w:val="2"/>
        <w:numId w:val="14"/>
      </w:numPr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4"/>
      </w:numPr>
      <w:spacing w:before="240" w:after="60"/>
      <w:outlineLvl w:val="3"/>
    </w:pPr>
    <w:rPr>
      <w:b/>
      <w:i/>
    </w:rPr>
  </w:style>
  <w:style w:type="paragraph" w:styleId="Nadpis5">
    <w:name w:val="heading 5"/>
    <w:basedOn w:val="Normln"/>
    <w:next w:val="Normln"/>
    <w:qFormat/>
    <w:pPr>
      <w:numPr>
        <w:ilvl w:val="4"/>
        <w:numId w:val="14"/>
      </w:numPr>
      <w:spacing w:before="240" w:after="60"/>
      <w:outlineLvl w:val="4"/>
    </w:pPr>
    <w:rPr>
      <w:b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14"/>
      </w:numPr>
      <w:spacing w:before="240" w:after="60"/>
      <w:outlineLvl w:val="5"/>
    </w:pPr>
    <w:rPr>
      <w:b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4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14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14"/>
      </w:numPr>
      <w:spacing w:before="240" w:after="60"/>
      <w:outlineLvl w:val="8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aliases w:val="Základní text odsazený koncept"/>
    <w:basedOn w:val="Normln"/>
    <w:semiHidden/>
    <w:pPr>
      <w:spacing w:after="120"/>
      <w:ind w:left="283"/>
    </w:pPr>
  </w:style>
  <w:style w:type="paragraph" w:customStyle="1" w:styleId="Normlntext">
    <w:name w:val="Normální text"/>
    <w:basedOn w:val="Normln"/>
    <w:qFormat/>
    <w:rsid w:val="00F76013"/>
    <w:pPr>
      <w:ind w:left="420" w:firstLine="34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ervennormln">
    <w:name w:val="Červeně normální"/>
    <w:basedOn w:val="Normln"/>
    <w:rPr>
      <w:color w:val="FF0000"/>
    </w:rPr>
  </w:style>
  <w:style w:type="character" w:styleId="slostrnky">
    <w:name w:val="page number"/>
    <w:basedOn w:val="Standardnpsmoodstavce"/>
    <w:semiHidden/>
  </w:style>
  <w:style w:type="paragraph" w:customStyle="1" w:styleId="Hlavnnadpis">
    <w:name w:val="Hlavní nadpis"/>
    <w:basedOn w:val="Normln"/>
    <w:pPr>
      <w:jc w:val="center"/>
    </w:pPr>
    <w:rPr>
      <w:b/>
      <w:smallCaps/>
      <w:sz w:val="36"/>
    </w:rPr>
  </w:style>
  <w:style w:type="paragraph" w:customStyle="1" w:styleId="Zelennormln">
    <w:name w:val="Zeleně normální"/>
    <w:basedOn w:val="Normln"/>
    <w:rPr>
      <w:color w:val="00FF00"/>
    </w:rPr>
  </w:style>
  <w:style w:type="paragraph" w:customStyle="1" w:styleId="Modenormln">
    <w:name w:val="Modře normální"/>
    <w:basedOn w:val="Zelennormln"/>
    <w:rPr>
      <w:color w:val="0000FF"/>
    </w:rPr>
  </w:style>
  <w:style w:type="paragraph" w:customStyle="1" w:styleId="Normln10">
    <w:name w:val="Normální 10"/>
    <w:basedOn w:val="Normln"/>
    <w:rPr>
      <w:sz w:val="20"/>
    </w:rPr>
  </w:style>
  <w:style w:type="paragraph" w:customStyle="1" w:styleId="Normlnpodklady">
    <w:name w:val="Normální podklady"/>
    <w:basedOn w:val="Normln"/>
    <w:pPr>
      <w:ind w:left="567" w:hanging="227"/>
      <w:jc w:val="left"/>
    </w:pPr>
  </w:style>
  <w:style w:type="paragraph" w:customStyle="1" w:styleId="Normlntun">
    <w:name w:val="Normální tučně"/>
    <w:next w:val="Normln"/>
    <w:pPr>
      <w:jc w:val="center"/>
    </w:pPr>
    <w:rPr>
      <w:rFonts w:ascii="Arial" w:hAnsi="Arial"/>
      <w:b/>
      <w:noProof/>
    </w:rPr>
  </w:style>
  <w:style w:type="paragraph" w:customStyle="1" w:styleId="Odrkypodklady">
    <w:name w:val="Odrážky podklady"/>
    <w:basedOn w:val="Normlnpodklady"/>
    <w:pPr>
      <w:numPr>
        <w:numId w:val="2"/>
      </w:numPr>
      <w:ind w:left="697" w:hanging="357"/>
    </w:pPr>
  </w:style>
  <w:style w:type="paragraph" w:styleId="Seznam">
    <w:name w:val="List"/>
    <w:basedOn w:val="Normln"/>
    <w:semiHidden/>
    <w:pPr>
      <w:ind w:left="283" w:hanging="283"/>
      <w:jc w:val="left"/>
    </w:pPr>
  </w:style>
  <w:style w:type="paragraph" w:styleId="Seznamsodrkami">
    <w:name w:val="List Bullet"/>
    <w:basedOn w:val="Normln"/>
    <w:autoRedefine/>
    <w:semiHidden/>
    <w:pPr>
      <w:ind w:left="283" w:hanging="283"/>
      <w:jc w:val="left"/>
    </w:pPr>
    <w:rPr>
      <w:rFonts w:ascii="Times New Roman" w:hAnsi="Times New Roman"/>
      <w:sz w:val="24"/>
    </w:rPr>
  </w:style>
  <w:style w:type="paragraph" w:styleId="Seznamsodrkami2">
    <w:name w:val="List Bullet 2"/>
    <w:basedOn w:val="Normln"/>
    <w:autoRedefine/>
    <w:semiHidden/>
    <w:pPr>
      <w:ind w:left="566" w:hanging="283"/>
      <w:jc w:val="left"/>
    </w:pPr>
    <w:rPr>
      <w:rFonts w:ascii="Times New Roman" w:hAnsi="Times New Roman"/>
      <w:sz w:val="24"/>
    </w:rPr>
  </w:style>
  <w:style w:type="character" w:styleId="Siln">
    <w:name w:val="Strong"/>
    <w:uiPriority w:val="22"/>
    <w:qFormat/>
    <w:rPr>
      <w:b/>
    </w:rPr>
  </w:style>
  <w:style w:type="paragraph" w:customStyle="1" w:styleId="Stavebnpozemek">
    <w:name w:val="Stavební pozemek"/>
    <w:rPr>
      <w:snapToGrid w:val="0"/>
      <w:sz w:val="2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text"/>
    <w:next w:val="Normlntext"/>
    <w:semiHidden/>
    <w:pPr>
      <w:spacing w:after="120"/>
      <w:jc w:val="left"/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ODSTAVEC">
    <w:name w:val="ODSTAVEC"/>
    <w:basedOn w:val="Zkladntextodsazen"/>
    <w:pPr>
      <w:ind w:left="284" w:firstLine="567"/>
    </w:pPr>
    <w:rPr>
      <w:rFonts w:ascii="Times New Roman" w:hAnsi="Times New Roman"/>
      <w:sz w:val="22"/>
    </w:rPr>
  </w:style>
  <w:style w:type="paragraph" w:styleId="Zkladntext-prvnodsazen">
    <w:name w:val="Body Text First Indent"/>
    <w:basedOn w:val="Zkladntext"/>
    <w:semiHidden/>
    <w:pPr>
      <w:spacing w:before="120" w:after="60"/>
      <w:ind w:firstLine="510"/>
    </w:pPr>
    <w:rPr>
      <w:sz w:val="20"/>
    </w:rPr>
  </w:style>
  <w:style w:type="paragraph" w:customStyle="1" w:styleId="Znaka1">
    <w:name w:val="Značka 1"/>
    <w:pPr>
      <w:widowControl w:val="0"/>
      <w:numPr>
        <w:numId w:val="3"/>
      </w:numPr>
      <w:spacing w:line="226" w:lineRule="atLeast"/>
    </w:pPr>
    <w:rPr>
      <w:rFonts w:ascii="Arial" w:hAnsi="Arial"/>
      <w:snapToGrid w:val="0"/>
      <w:color w:val="000000"/>
    </w:rPr>
  </w:style>
  <w:style w:type="paragraph" w:styleId="Zkladntextodsazen2">
    <w:name w:val="Body Text Indent 2"/>
    <w:basedOn w:val="Normln"/>
    <w:semiHidden/>
    <w:pPr>
      <w:ind w:firstLine="284"/>
    </w:pPr>
    <w:rPr>
      <w:rFonts w:cs="Arial"/>
      <w:color w:val="FF0000"/>
    </w:rPr>
  </w:style>
  <w:style w:type="paragraph" w:customStyle="1" w:styleId="odstavec0">
    <w:name w:val="odstavec"/>
    <w:basedOn w:val="Normln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Zkladntext2">
    <w:name w:val="Body Text 2"/>
    <w:basedOn w:val="Normln"/>
    <w:semiHidden/>
    <w:pPr>
      <w:jc w:val="left"/>
    </w:pPr>
    <w:rPr>
      <w:rFonts w:ascii="Times New Roman" w:hAnsi="Times New Roman"/>
      <w:sz w:val="24"/>
    </w:rPr>
  </w:style>
  <w:style w:type="paragraph" w:styleId="Zkladntext3">
    <w:name w:val="Body Text 3"/>
    <w:basedOn w:val="Normln"/>
    <w:semiHidden/>
    <w:rPr>
      <w:sz w:val="20"/>
    </w:rPr>
  </w:style>
  <w:style w:type="paragraph" w:customStyle="1" w:styleId="Zkladntextodstaved">
    <w:name w:val="Základní text.()odstaved"/>
    <w:basedOn w:val="Normln"/>
    <w:pPr>
      <w:widowControl w:val="0"/>
      <w:spacing w:before="85"/>
      <w:ind w:firstLine="720"/>
    </w:pPr>
    <w:rPr>
      <w:snapToGrid w:val="0"/>
      <w:color w:val="000000"/>
      <w:sz w:val="20"/>
    </w:rPr>
  </w:style>
  <w:style w:type="paragraph" w:customStyle="1" w:styleId="dka">
    <w:name w:val="Řádka"/>
    <w:pPr>
      <w:widowControl w:val="0"/>
      <w:spacing w:before="28"/>
      <w:jc w:val="both"/>
    </w:pPr>
    <w:rPr>
      <w:rFonts w:ascii="Arial" w:hAnsi="Arial"/>
      <w:snapToGrid w:val="0"/>
      <w:color w:val="000000"/>
    </w:rPr>
  </w:style>
  <w:style w:type="paragraph" w:customStyle="1" w:styleId="ParcelydoTZ">
    <w:name w:val="Parcely do TZ"/>
    <w:basedOn w:val="Normln"/>
    <w:pPr>
      <w:keepLines/>
      <w:tabs>
        <w:tab w:val="left" w:pos="1587"/>
        <w:tab w:val="decimal" w:pos="3458"/>
        <w:tab w:val="right" w:pos="4592"/>
        <w:tab w:val="left" w:pos="5046"/>
        <w:tab w:val="left" w:pos="14061"/>
      </w:tabs>
      <w:spacing w:before="120" w:line="240" w:lineRule="atLeast"/>
      <w:ind w:left="5046" w:hanging="4479"/>
    </w:pPr>
    <w:rPr>
      <w:snapToGrid w:val="0"/>
      <w:sz w:val="20"/>
    </w:rPr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PODODSTAVECKONCEPT">
    <w:name w:val="PODODSTAVEC KONCEPT"/>
    <w:basedOn w:val="Normln"/>
    <w:next w:val="PODODSTAVEC"/>
    <w:pPr>
      <w:widowControl w:val="0"/>
      <w:numPr>
        <w:numId w:val="4"/>
      </w:numPr>
      <w:tabs>
        <w:tab w:val="clear" w:pos="1571"/>
        <w:tab w:val="num" w:pos="1211"/>
        <w:tab w:val="left" w:pos="1843"/>
      </w:tabs>
      <w:spacing w:after="120"/>
      <w:ind w:left="1211"/>
      <w:jc w:val="left"/>
    </w:pPr>
    <w:rPr>
      <w:rFonts w:ascii="Times New Roman" w:hAnsi="Times New Roman"/>
      <w:bCs/>
      <w:color w:val="0000FF"/>
      <w:sz w:val="22"/>
    </w:rPr>
  </w:style>
  <w:style w:type="paragraph" w:customStyle="1" w:styleId="PODODSTAVEC">
    <w:name w:val="PODODSTAVEC"/>
    <w:basedOn w:val="PODODSTAVECKONCEPT"/>
    <w:qFormat/>
    <w:pPr>
      <w:tabs>
        <w:tab w:val="clear" w:pos="1211"/>
        <w:tab w:val="num" w:pos="1571"/>
      </w:tabs>
      <w:ind w:left="1571"/>
    </w:pPr>
    <w:rPr>
      <w:color w:val="auto"/>
    </w:rPr>
  </w:style>
  <w:style w:type="paragraph" w:customStyle="1" w:styleId="Anadpis1">
    <w:name w:val="A nadpis 1"/>
    <w:pPr>
      <w:keepNext/>
      <w:numPr>
        <w:numId w:val="5"/>
      </w:numPr>
      <w:tabs>
        <w:tab w:val="left" w:pos="709"/>
        <w:tab w:val="left" w:pos="9356"/>
      </w:tabs>
      <w:spacing w:before="360" w:after="60"/>
    </w:pPr>
    <w:rPr>
      <w:rFonts w:ascii="Arial" w:hAnsi="Arial"/>
      <w:b/>
      <w:caps/>
      <w:sz w:val="24"/>
      <w:szCs w:val="28"/>
      <w:u w:val="single"/>
    </w:rPr>
  </w:style>
  <w:style w:type="paragraph" w:customStyle="1" w:styleId="Anadpis3">
    <w:name w:val="A nadpis 3"/>
    <w:basedOn w:val="Nadpis3"/>
    <w:pPr>
      <w:numPr>
        <w:numId w:val="5"/>
      </w:numPr>
      <w:spacing w:after="0"/>
      <w:jc w:val="left"/>
    </w:pPr>
    <w:rPr>
      <w:b w:val="0"/>
      <w:sz w:val="22"/>
      <w:u w:val="single"/>
    </w:rPr>
  </w:style>
  <w:style w:type="paragraph" w:customStyle="1" w:styleId="Anadpis2">
    <w:name w:val="A nadpis 2"/>
    <w:basedOn w:val="Nadpis2"/>
    <w:next w:val="Anadpis3"/>
    <w:pPr>
      <w:numPr>
        <w:numId w:val="5"/>
      </w:numPr>
      <w:spacing w:before="360"/>
      <w:outlineLvl w:val="2"/>
    </w:pPr>
  </w:style>
  <w:style w:type="paragraph" w:customStyle="1" w:styleId="Zkladntext21">
    <w:name w:val="Základní text 21"/>
    <w:basedOn w:val="Normln"/>
    <w:pPr>
      <w:widowControl w:val="0"/>
      <w:spacing w:before="120"/>
    </w:pPr>
    <w:rPr>
      <w:sz w:val="24"/>
    </w:rPr>
  </w:style>
  <w:style w:type="paragraph" w:customStyle="1" w:styleId="NormlnBlok">
    <w:name w:val="Normální+Blok"/>
    <w:basedOn w:val="Normln"/>
    <w:rPr>
      <w:rFonts w:ascii="Times New Roman" w:hAnsi="Times New Roman"/>
      <w:sz w:val="22"/>
    </w:rPr>
  </w:style>
  <w:style w:type="paragraph" w:styleId="Prosttext">
    <w:name w:val="Plain Text"/>
    <w:basedOn w:val="Normln"/>
    <w:semiHidden/>
    <w:pPr>
      <w:jc w:val="left"/>
    </w:pPr>
    <w:rPr>
      <w:rFonts w:ascii="Courier New" w:hAnsi="Courier New" w:cs="Courier New"/>
      <w:sz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customStyle="1" w:styleId="WW-Absatz-Standardschriftart1">
    <w:name w:val="WW-Absatz-Standardschriftart1"/>
  </w:style>
  <w:style w:type="paragraph" w:customStyle="1" w:styleId="WW-Nadpis1">
    <w:name w:val="WW-Nadpis1"/>
    <w:next w:val="Podnadpis"/>
    <w:pPr>
      <w:keepNext/>
      <w:keepLines/>
      <w:suppressAutoHyphens/>
      <w:autoSpaceDE w:val="0"/>
      <w:spacing w:before="100" w:after="200"/>
    </w:pPr>
    <w:rPr>
      <w:b/>
      <w:bCs/>
      <w:color w:val="000000"/>
      <w:sz w:val="32"/>
      <w:szCs w:val="32"/>
      <w:lang w:eastAsia="ar-SA"/>
    </w:rPr>
  </w:style>
  <w:style w:type="paragraph" w:customStyle="1" w:styleId="Podnadpis">
    <w:name w:val="Podnadpis"/>
    <w:pPr>
      <w:keepNext/>
      <w:keepLines/>
      <w:suppressAutoHyphens/>
      <w:autoSpaceDE w:val="0"/>
      <w:spacing w:before="300" w:after="200"/>
      <w:jc w:val="both"/>
    </w:pPr>
    <w:rPr>
      <w:b/>
      <w:bCs/>
      <w:color w:val="000000"/>
      <w:sz w:val="28"/>
      <w:szCs w:val="28"/>
      <w:lang w:eastAsia="ar-SA"/>
    </w:rPr>
  </w:style>
  <w:style w:type="paragraph" w:customStyle="1" w:styleId="Zkladntextodsazen21">
    <w:name w:val="Základní text odsazený 21"/>
    <w:basedOn w:val="Normln"/>
    <w:pPr>
      <w:suppressLineNumbers/>
      <w:tabs>
        <w:tab w:val="left" w:pos="284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left="284"/>
    </w:pPr>
    <w:rPr>
      <w:rFonts w:ascii="Times New Roman" w:hAnsi="Times New Roman"/>
      <w:sz w:val="24"/>
    </w:rPr>
  </w:style>
  <w:style w:type="paragraph" w:customStyle="1" w:styleId="Zkladntextodsazen31">
    <w:name w:val="Základní text odsazený 31"/>
    <w:basedOn w:val="Normln"/>
    <w:pPr>
      <w:suppressLineNumbers/>
      <w:tabs>
        <w:tab w:val="left" w:pos="567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firstLine="284"/>
    </w:pPr>
    <w:rPr>
      <w:rFonts w:ascii="Times New Roman" w:hAnsi="Times New Roman"/>
      <w:sz w:val="24"/>
    </w:rPr>
  </w:style>
  <w:style w:type="paragraph" w:customStyle="1" w:styleId="Normln1">
    <w:name w:val="Normální1"/>
    <w:basedOn w:val="Normln"/>
    <w:next w:val="Normln"/>
    <w:pPr>
      <w:widowControl w:val="0"/>
    </w:pPr>
    <w:rPr>
      <w:noProof/>
      <w:color w:val="000000"/>
    </w:rPr>
  </w:style>
  <w:style w:type="paragraph" w:customStyle="1" w:styleId="PODNADPISa">
    <w:name w:val="PODNADPIS a)"/>
    <w:basedOn w:val="Nadpis2"/>
    <w:next w:val="Normln"/>
    <w:pPr>
      <w:numPr>
        <w:ilvl w:val="0"/>
        <w:numId w:val="1"/>
      </w:numPr>
    </w:pPr>
  </w:style>
  <w:style w:type="paragraph" w:customStyle="1" w:styleId="xl31">
    <w:name w:val="xl31"/>
    <w:basedOn w:val="Normln"/>
    <w:pPr>
      <w:spacing w:before="100" w:beforeAutospacing="1" w:after="100" w:afterAutospacing="1"/>
      <w:jc w:val="center"/>
      <w:textAlignment w:val="top"/>
    </w:pPr>
    <w:rPr>
      <w:rFonts w:eastAsia="Arial Unicode MS" w:cs="Arial Unicode MS"/>
      <w:b/>
      <w:bCs/>
      <w:sz w:val="24"/>
      <w:szCs w:val="24"/>
    </w:rPr>
  </w:style>
  <w:style w:type="paragraph" w:customStyle="1" w:styleId="Podnadpis1">
    <w:name w:val="Podnadpis 1"/>
    <w:basedOn w:val="Normln"/>
    <w:next w:val="Normlnweb"/>
    <w:pPr>
      <w:keepNext/>
      <w:numPr>
        <w:numId w:val="6"/>
      </w:numPr>
      <w:jc w:val="left"/>
    </w:pPr>
    <w:rPr>
      <w:rFonts w:cs="Arial"/>
      <w:sz w:val="24"/>
      <w:szCs w:val="24"/>
    </w:rPr>
  </w:style>
  <w:style w:type="paragraph" w:styleId="Normlnweb">
    <w:name w:val="Normal (Web)"/>
    <w:basedOn w:val="Normln"/>
    <w:semiHidden/>
    <w:rPr>
      <w:rFonts w:ascii="Times New Roman" w:hAnsi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pPr>
      <w:spacing w:before="120" w:after="120"/>
      <w:jc w:val="left"/>
    </w:pPr>
    <w:rPr>
      <w:rFonts w:ascii="Calibri" w:hAnsi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pPr>
      <w:ind w:left="180"/>
      <w:jc w:val="left"/>
    </w:pPr>
    <w:rPr>
      <w:rFonts w:ascii="Calibri" w:hAnsi="Calibri"/>
      <w:smallCaps/>
      <w:sz w:val="20"/>
    </w:rPr>
  </w:style>
  <w:style w:type="paragraph" w:styleId="Obsah3">
    <w:name w:val="toc 3"/>
    <w:basedOn w:val="Normln"/>
    <w:next w:val="Normln"/>
    <w:autoRedefine/>
    <w:uiPriority w:val="39"/>
    <w:pPr>
      <w:ind w:left="360"/>
      <w:jc w:val="left"/>
    </w:pPr>
    <w:rPr>
      <w:rFonts w:ascii="Calibri" w:hAnsi="Calibri"/>
      <w:i/>
      <w:iCs/>
      <w:sz w:val="20"/>
    </w:rPr>
  </w:style>
  <w:style w:type="paragraph" w:styleId="Obsah4">
    <w:name w:val="toc 4"/>
    <w:basedOn w:val="Normln"/>
    <w:next w:val="Normln"/>
    <w:autoRedefine/>
    <w:semiHidden/>
    <w:pPr>
      <w:ind w:left="540"/>
      <w:jc w:val="left"/>
    </w:pPr>
    <w:rPr>
      <w:rFonts w:ascii="Calibri" w:hAnsi="Calibri"/>
      <w:szCs w:val="18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rFonts w:ascii="Calibri" w:hAnsi="Calibri"/>
      <w:szCs w:val="18"/>
    </w:rPr>
  </w:style>
  <w:style w:type="paragraph" w:styleId="Obsah6">
    <w:name w:val="toc 6"/>
    <w:basedOn w:val="Normln"/>
    <w:next w:val="Normln"/>
    <w:autoRedefine/>
    <w:semiHidden/>
    <w:pPr>
      <w:ind w:left="900"/>
      <w:jc w:val="left"/>
    </w:pPr>
    <w:rPr>
      <w:rFonts w:ascii="Calibri" w:hAnsi="Calibri"/>
      <w:szCs w:val="18"/>
    </w:rPr>
  </w:style>
  <w:style w:type="paragraph" w:styleId="Obsah7">
    <w:name w:val="toc 7"/>
    <w:basedOn w:val="Normln"/>
    <w:next w:val="Normln"/>
    <w:autoRedefine/>
    <w:semiHidden/>
    <w:pPr>
      <w:ind w:left="1080"/>
      <w:jc w:val="left"/>
    </w:pPr>
    <w:rPr>
      <w:rFonts w:ascii="Calibri" w:hAnsi="Calibri"/>
      <w:szCs w:val="18"/>
    </w:rPr>
  </w:style>
  <w:style w:type="paragraph" w:styleId="Obsah8">
    <w:name w:val="toc 8"/>
    <w:basedOn w:val="Normln"/>
    <w:next w:val="Normln"/>
    <w:autoRedefine/>
    <w:semiHidden/>
    <w:pPr>
      <w:ind w:left="1260"/>
      <w:jc w:val="left"/>
    </w:pPr>
    <w:rPr>
      <w:rFonts w:ascii="Calibri" w:hAnsi="Calibri"/>
      <w:szCs w:val="18"/>
    </w:rPr>
  </w:style>
  <w:style w:type="paragraph" w:styleId="Obsah9">
    <w:name w:val="toc 9"/>
    <w:basedOn w:val="Normln"/>
    <w:next w:val="Normln"/>
    <w:autoRedefine/>
    <w:semiHidden/>
    <w:pPr>
      <w:ind w:left="1440"/>
      <w:jc w:val="left"/>
    </w:pPr>
    <w:rPr>
      <w:rFonts w:ascii="Calibri" w:hAnsi="Calibri"/>
      <w:szCs w:val="18"/>
    </w:rPr>
  </w:style>
  <w:style w:type="paragraph" w:styleId="Textkomente">
    <w:name w:val="annotation text"/>
    <w:basedOn w:val="Normln"/>
    <w:semiHidden/>
    <w:pPr>
      <w:jc w:val="left"/>
    </w:pPr>
    <w:rPr>
      <w:rFonts w:ascii="Times New Roman" w:hAnsi="Times New Roman"/>
      <w:sz w:val="20"/>
    </w:rPr>
  </w:style>
  <w:style w:type="character" w:customStyle="1" w:styleId="Char1">
    <w:name w:val="Char1"/>
    <w:basedOn w:val="Standardnpsmoodstavce"/>
    <w:semiHidden/>
  </w:style>
  <w:style w:type="character" w:styleId="Sledovanodkaz">
    <w:name w:val="FollowedHyperlink"/>
    <w:semiHidden/>
    <w:rPr>
      <w:color w:val="800080"/>
      <w:u w:val="single"/>
    </w:rPr>
  </w:style>
  <w:style w:type="paragraph" w:customStyle="1" w:styleId="BBSnadpis1">
    <w:name w:val="_BBS nadpis 1"/>
    <w:basedOn w:val="Nadpis1"/>
    <w:autoRedefine/>
    <w:pPr>
      <w:tabs>
        <w:tab w:val="clear" w:pos="567"/>
      </w:tabs>
      <w:spacing w:before="0" w:after="0"/>
      <w:jc w:val="both"/>
    </w:pPr>
    <w:rPr>
      <w:rFonts w:cs="Arial"/>
      <w:bCs/>
      <w:noProof w:val="0"/>
      <w:kern w:val="0"/>
      <w:sz w:val="22"/>
      <w:szCs w:val="22"/>
      <w:u w:val="single"/>
      <w:lang w:val="sk-SK"/>
    </w:rPr>
  </w:style>
  <w:style w:type="paragraph" w:styleId="Nzev">
    <w:name w:val="Title"/>
    <w:basedOn w:val="Normln"/>
    <w:next w:val="Normln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Char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BBSnormal">
    <w:name w:val="_BBS normal"/>
    <w:basedOn w:val="Normln"/>
    <w:rPr>
      <w:rFonts w:cs="Arial"/>
      <w:sz w:val="22"/>
    </w:rPr>
  </w:style>
  <w:style w:type="character" w:customStyle="1" w:styleId="NormlntextChar">
    <w:name w:val="Normální text Char"/>
    <w:rPr>
      <w:rFonts w:ascii="Arial" w:hAnsi="Arial"/>
      <w:sz w:val="18"/>
      <w:lang w:val="cs-CZ" w:eastAsia="cs-CZ" w:bidi="ar-SA"/>
    </w:rPr>
  </w:style>
  <w:style w:type="character" w:customStyle="1" w:styleId="ZkladntextodsazenkonceptChar">
    <w:name w:val="Základní text odsazený koncept Char"/>
    <w:rPr>
      <w:rFonts w:ascii="Arial" w:hAnsi="Arial"/>
      <w:sz w:val="18"/>
      <w:lang w:val="cs-CZ" w:eastAsia="cs-CZ" w:bidi="ar-SA"/>
    </w:rPr>
  </w:style>
  <w:style w:type="paragraph" w:customStyle="1" w:styleId="ENadpisI">
    <w:name w:val="E Nadpis &quot;I&quot;"/>
    <w:basedOn w:val="Normln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before="160" w:after="80"/>
      <w:jc w:val="left"/>
      <w:textAlignment w:val="baseline"/>
    </w:pPr>
    <w:rPr>
      <w:rFonts w:ascii="Century Gothic" w:hAnsi="Century Gothic"/>
      <w:b/>
      <w:color w:val="000000"/>
      <w:sz w:val="24"/>
    </w:rPr>
  </w:style>
  <w:style w:type="paragraph" w:customStyle="1" w:styleId="EZkladntext">
    <w:name w:val="E Základní text"/>
    <w:basedOn w:val="Normln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after="80"/>
      <w:textAlignment w:val="baseline"/>
    </w:pPr>
    <w:rPr>
      <w:rFonts w:ascii="Century Gothic" w:hAnsi="Century Gothic"/>
      <w:color w:val="000000"/>
      <w:sz w:val="20"/>
    </w:rPr>
  </w:style>
  <w:style w:type="paragraph" w:customStyle="1" w:styleId="TZNadpis4">
    <w:name w:val="TZ Nadpis 4"/>
    <w:basedOn w:val="Normln"/>
    <w:next w:val="Normlntext"/>
    <w:link w:val="TZNadpis4Char"/>
    <w:qFormat/>
    <w:rsid w:val="004E1E8F"/>
    <w:pPr>
      <w:numPr>
        <w:numId w:val="13"/>
      </w:numPr>
      <w:spacing w:before="240" w:after="120"/>
    </w:pPr>
    <w:rPr>
      <w:rFonts w:cs="Arial"/>
      <w:color w:val="000000"/>
      <w:sz w:val="20"/>
    </w:rPr>
  </w:style>
  <w:style w:type="paragraph" w:customStyle="1" w:styleId="Odstavecsodrkou">
    <w:name w:val="Odstavec s odrážkou"/>
    <w:basedOn w:val="ODSTAVEC"/>
    <w:qFormat/>
    <w:rsid w:val="000B3A98"/>
    <w:pPr>
      <w:numPr>
        <w:numId w:val="22"/>
      </w:numPr>
      <w:spacing w:after="0"/>
    </w:pPr>
    <w:rPr>
      <w:rFonts w:ascii="Arial" w:hAnsi="Arial" w:cs="Arial"/>
      <w:color w:val="0033CC"/>
      <w:sz w:val="20"/>
    </w:rPr>
  </w:style>
  <w:style w:type="character" w:customStyle="1" w:styleId="TZNadpis4Char">
    <w:name w:val="TZ Nadpis 4 Char"/>
    <w:link w:val="TZNadpis4"/>
    <w:rsid w:val="004E1E8F"/>
    <w:rPr>
      <w:rFonts w:ascii="Arial" w:hAnsi="Arial" w:cs="Arial"/>
      <w:color w:val="000000"/>
    </w:rPr>
  </w:style>
  <w:style w:type="paragraph" w:customStyle="1" w:styleId="Odstavecodrky2">
    <w:name w:val="Odstavec odrážky 2"/>
    <w:basedOn w:val="Odstavecsodrkou"/>
    <w:link w:val="Odstavecodrky2Char"/>
    <w:qFormat/>
    <w:rsid w:val="000B3A98"/>
    <w:pPr>
      <w:tabs>
        <w:tab w:val="decimal" w:pos="7230"/>
      </w:tabs>
    </w:pPr>
  </w:style>
  <w:style w:type="character" w:customStyle="1" w:styleId="Odstavecodrky2Char">
    <w:name w:val="Odstavec odrážky 2 Char"/>
    <w:link w:val="Odstavecodrky2"/>
    <w:rsid w:val="000B3A98"/>
    <w:rPr>
      <w:rFonts w:ascii="Arial" w:hAnsi="Arial" w:cs="Arial"/>
      <w:color w:val="0033CC"/>
    </w:rPr>
  </w:style>
  <w:style w:type="paragraph" w:customStyle="1" w:styleId="Nadpis21">
    <w:name w:val="Nadpis 2.1"/>
    <w:basedOn w:val="Normln"/>
    <w:next w:val="Nadpis3"/>
    <w:link w:val="Nadpis21Char"/>
    <w:qFormat/>
    <w:rsid w:val="004138DE"/>
    <w:pPr>
      <w:keepNext/>
    </w:pPr>
    <w:rPr>
      <w:sz w:val="20"/>
    </w:rPr>
  </w:style>
  <w:style w:type="character" w:customStyle="1" w:styleId="Nadpis21Char">
    <w:name w:val="Nadpis 2.1 Char"/>
    <w:link w:val="Nadpis21"/>
    <w:rsid w:val="004138DE"/>
    <w:rPr>
      <w:rFonts w:ascii="Arial" w:hAnsi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4138DE"/>
    <w:pPr>
      <w:ind w:left="720" w:firstLine="556"/>
      <w:contextualSpacing/>
    </w:pPr>
    <w:rPr>
      <w:sz w:val="20"/>
    </w:rPr>
  </w:style>
  <w:style w:type="character" w:customStyle="1" w:styleId="OdstavecseseznamemChar">
    <w:name w:val="Odstavec se seznamem Char"/>
    <w:link w:val="Odstavecseseznamem"/>
    <w:uiPriority w:val="34"/>
    <w:rsid w:val="004138DE"/>
    <w:rPr>
      <w:rFonts w:ascii="Arial" w:hAnsi="Arial"/>
    </w:rPr>
  </w:style>
  <w:style w:type="paragraph" w:customStyle="1" w:styleId="Odstavec-odrka">
    <w:name w:val="Odstavec - odrážka"/>
    <w:basedOn w:val="Odstavecseseznamem"/>
    <w:link w:val="Odstavec-odrkaChar"/>
    <w:qFormat/>
    <w:rsid w:val="002E4CAF"/>
    <w:pPr>
      <w:numPr>
        <w:numId w:val="29"/>
      </w:numPr>
    </w:pPr>
  </w:style>
  <w:style w:type="character" w:customStyle="1" w:styleId="Odstavec-odrkaChar">
    <w:name w:val="Odstavec - odrážka Char"/>
    <w:link w:val="Odstavec-odrka"/>
    <w:rsid w:val="002E4CAF"/>
    <w:rPr>
      <w:rFonts w:ascii="Arial" w:hAnsi="Arial"/>
    </w:rPr>
  </w:style>
  <w:style w:type="paragraph" w:customStyle="1" w:styleId="cast-priloha">
    <w:name w:val="cast-priloha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seznam2">
    <w:name w:val="seznam2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54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20231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425347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1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6421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6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691941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18964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032104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3510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463747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3245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652847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824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041254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239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529182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8199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71006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48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999767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0583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479320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834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8496537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1351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881667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0519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059396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8532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1742184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69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4579040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3656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6478950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48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0908579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9625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262709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77050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5325909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4233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031703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66139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262139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00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385527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7567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477933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3567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244392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4069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369656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9792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5458707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295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587831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6915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6171452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42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8067681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6160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9231963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43628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64481648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357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0818303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66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150823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9475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2182698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952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3257850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64479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394041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6052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407186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4628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6966115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4035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718285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3167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390053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45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5427235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3503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755850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2988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8094678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5112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866430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1434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9458122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719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091157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0256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2399995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1639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3848731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609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458463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8094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4739125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5456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5086665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548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1785459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747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194256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8622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2775689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868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375833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488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422437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689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538511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0006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723099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7338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8044925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75499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8884205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0823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0172626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75508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4204564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200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5784051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183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9920453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9292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0194015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04112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0641210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169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0783500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98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373807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611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59662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27766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686556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9667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70585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509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4757320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882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704265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102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980749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52726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0319079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26519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2146883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26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421165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4050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632219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2320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644237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567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737744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57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8171360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5093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8328310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745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0098103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3433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052980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84720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4225844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074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6978604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0167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8111860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8252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815381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29685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178139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4099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248560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395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7123147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05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7924589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9413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810224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57952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956290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072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2603549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2583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5664469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513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6666405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2201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708678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4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8108500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943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9144544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5921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047505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5380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7683099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4672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2026950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6081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5611254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2784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6096930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6547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6227728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86564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0290348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773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341192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2568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4938662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048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24400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228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822325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456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952781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18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181455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8079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406183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26190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447454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3926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662205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1838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704195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809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7585818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191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11323324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366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12194940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0435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12272062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9727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</w:divsChild>
    </w:div>
    <w:div w:id="15600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projekce@zizkovuo.cz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zs.lazne@seznam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hana.jarosova@pardubickykraj.cz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D\AppData\Roaming\Microsoft\&#352;ablony\PR&#366;VODN&#205;%20ZPR&#193;VA%202018%20OHL+SP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PRŮVODNÍ ZPRÁVA 2018 OHL+SP</Template>
  <TotalTime>100</TotalTime>
  <Pages>3</Pages>
  <Words>639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Přístavba skladu zboží</vt:lpstr>
    </vt:vector>
  </TitlesOfParts>
  <Company>Projekce Žižkov</Company>
  <LinksUpToDate>false</LinksUpToDate>
  <CharactersWithSpaces>4707</CharactersWithSpaces>
  <SharedDoc>false</SharedDoc>
  <HLinks>
    <vt:vector size="192" baseType="variant">
      <vt:variant>
        <vt:i4>1376305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_Toc378330967</vt:lpwstr>
      </vt:variant>
      <vt:variant>
        <vt:i4>1376305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_Toc378330966</vt:lpwstr>
      </vt:variant>
      <vt:variant>
        <vt:i4>1376305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_Toc378330965</vt:lpwstr>
      </vt:variant>
      <vt:variant>
        <vt:i4>1376305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_Toc378330964</vt:lpwstr>
      </vt:variant>
      <vt:variant>
        <vt:i4>1376305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_Toc378330963</vt:lpwstr>
      </vt:variant>
      <vt:variant>
        <vt:i4>1376305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_Toc378330962</vt:lpwstr>
      </vt:variant>
      <vt:variant>
        <vt:i4>1376305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_Toc378330961</vt:lpwstr>
      </vt:variant>
      <vt:variant>
        <vt:i4>1376305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_Toc378330960</vt:lpwstr>
      </vt:variant>
      <vt:variant>
        <vt:i4>1441841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_Toc378330959</vt:lpwstr>
      </vt:variant>
      <vt:variant>
        <vt:i4>1441841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_Toc378330958</vt:lpwstr>
      </vt:variant>
      <vt:variant>
        <vt:i4>1441841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_Toc378330957</vt:lpwstr>
      </vt:variant>
      <vt:variant>
        <vt:i4>1441841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_Toc378330956</vt:lpwstr>
      </vt:variant>
      <vt:variant>
        <vt:i4>1441841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_Toc378330955</vt:lpwstr>
      </vt:variant>
      <vt:variant>
        <vt:i4>1441841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_Toc378330954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_Toc378330953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_Toc378330952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_Toc378330951</vt:lpwstr>
      </vt:variant>
      <vt:variant>
        <vt:i4>1441841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_Toc378330950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_Toc378330949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_Toc378330948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_Toc378330947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_Toc378330946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_Toc378330945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_Toc378330944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_Toc378330943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_Toc378330942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_Toc378330941</vt:lpwstr>
      </vt:variant>
      <vt:variant>
        <vt:i4>1507377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_Toc378330940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_Toc378330939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_Toc378330938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_Toc378330937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_Toc378330936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Přístavba skladu zboží</dc:title>
  <dc:creator>ing. Tomáš Doleček</dc:creator>
  <cp:lastModifiedBy>ing. Tomáš Doleček</cp:lastModifiedBy>
  <cp:revision>17</cp:revision>
  <cp:lastPrinted>2013-02-21T11:05:00Z</cp:lastPrinted>
  <dcterms:created xsi:type="dcterms:W3CDTF">2018-12-07T20:59:00Z</dcterms:created>
  <dcterms:modified xsi:type="dcterms:W3CDTF">2019-07-30T08:35:00Z</dcterms:modified>
</cp:coreProperties>
</file>